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1"/>
        <w:gridCol w:w="7097"/>
        <w:gridCol w:w="2199"/>
        <w:gridCol w:w="2205"/>
        <w:gridCol w:w="2592"/>
      </w:tblGrid>
      <w:tr w:rsidR="00A241B0" w:rsidTr="001D63CA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B0" w:rsidRDefault="00A241B0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B0" w:rsidRDefault="00A241B0" w:rsidP="001D63CA">
            <w:pPr>
              <w:rPr>
                <w:sz w:val="22"/>
                <w:szCs w:val="22"/>
              </w:rPr>
            </w:pPr>
          </w:p>
        </w:tc>
        <w:tc>
          <w:tcPr>
            <w:tcW w:w="6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B0" w:rsidRDefault="00A241B0" w:rsidP="00A241B0">
            <w:r>
              <w:t>Приложение 8</w:t>
            </w:r>
          </w:p>
        </w:tc>
      </w:tr>
      <w:tr w:rsidR="00A241B0" w:rsidTr="001D63CA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B0" w:rsidRDefault="00A241B0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41B0" w:rsidRDefault="00A241B0" w:rsidP="001D63CA">
            <w:pPr>
              <w:rPr>
                <w:sz w:val="22"/>
                <w:szCs w:val="22"/>
              </w:rPr>
            </w:pPr>
          </w:p>
        </w:tc>
        <w:tc>
          <w:tcPr>
            <w:tcW w:w="6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41B0" w:rsidRDefault="00A241B0" w:rsidP="00A241B0">
            <w:r>
              <w:t>к Закону Республики Карелия</w:t>
            </w:r>
          </w:p>
        </w:tc>
      </w:tr>
      <w:tr w:rsidR="00A614BE" w:rsidTr="00A614BE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6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4BE" w:rsidRDefault="00A614BE" w:rsidP="00A241B0">
            <w:r>
              <w:t>«О бюджете Республики Карелия на 2018 год</w:t>
            </w:r>
          </w:p>
        </w:tc>
      </w:tr>
      <w:tr w:rsidR="00A614BE" w:rsidTr="00A614BE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6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4BE" w:rsidRDefault="00A614BE" w:rsidP="00A241B0">
            <w:r>
              <w:t>и на плановый период 2019 и 2020 годов»</w:t>
            </w:r>
          </w:p>
        </w:tc>
      </w:tr>
      <w:tr w:rsidR="00A614BE" w:rsidTr="00A614BE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4BE" w:rsidRDefault="00A614BE" w:rsidP="001D63CA"/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614BE" w:rsidRDefault="00A614BE" w:rsidP="001D63CA"/>
        </w:tc>
      </w:tr>
      <w:tr w:rsidR="00A614BE" w:rsidTr="00A614BE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14BE" w:rsidTr="00A614BE">
        <w:trPr>
          <w:cantSplit/>
        </w:trPr>
        <w:tc>
          <w:tcPr>
            <w:tcW w:w="15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241B0" w:rsidRDefault="00A614BE" w:rsidP="001D63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</w:t>
            </w:r>
            <w:proofErr w:type="gramStart"/>
            <w:r>
              <w:rPr>
                <w:b/>
                <w:bCs/>
              </w:rPr>
              <w:t xml:space="preserve">Распределение бюджетных ассигнований по целевым статьям (государственным программам </w:t>
            </w:r>
            <w:proofErr w:type="gramEnd"/>
          </w:p>
          <w:p w:rsidR="00A241B0" w:rsidRDefault="00A614BE" w:rsidP="001D63CA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Республики Карелия и непрограммным направлениям деятельности), группам и подгруппам видов расходов </w:t>
            </w:r>
            <w:proofErr w:type="gramEnd"/>
          </w:p>
          <w:p w:rsidR="00A614BE" w:rsidRDefault="00A614BE" w:rsidP="001D63C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классификации расходов бюджетов на 2018 год</w:t>
            </w:r>
          </w:p>
        </w:tc>
      </w:tr>
      <w:tr w:rsidR="00A614BE" w:rsidTr="00A614BE">
        <w:trPr>
          <w:cantSplit/>
        </w:trPr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614BE" w:rsidRPr="00A241B0" w:rsidRDefault="00A614BE" w:rsidP="00A241B0">
            <w:pPr>
              <w:jc w:val="right"/>
            </w:pPr>
            <w:r w:rsidRPr="00A241B0">
              <w:t>(тыс. рублей)</w:t>
            </w:r>
          </w:p>
        </w:tc>
      </w:tr>
      <w:tr w:rsidR="00A614BE" w:rsidTr="00A614BE">
        <w:trPr>
          <w:cantSplit/>
          <w:trHeight w:val="285"/>
        </w:trPr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 xml:space="preserve"> № пункта</w:t>
            </w:r>
          </w:p>
        </w:tc>
        <w:tc>
          <w:tcPr>
            <w:tcW w:w="7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Целевая статья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 xml:space="preserve">Вид расходов  </w:t>
            </w: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Сумма</w:t>
            </w:r>
          </w:p>
        </w:tc>
      </w:tr>
      <w:tr w:rsidR="00A614BE" w:rsidTr="00A614BE">
        <w:trPr>
          <w:cantSplit/>
          <w:trHeight w:val="285"/>
        </w:trPr>
        <w:tc>
          <w:tcPr>
            <w:tcW w:w="1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</w:tr>
    </w:tbl>
    <w:p w:rsidR="00A614BE" w:rsidRPr="00A614BE" w:rsidRDefault="00A614BE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61"/>
        <w:gridCol w:w="7097"/>
        <w:gridCol w:w="2199"/>
        <w:gridCol w:w="2205"/>
        <w:gridCol w:w="2592"/>
      </w:tblGrid>
      <w:tr w:rsidR="00A614BE" w:rsidTr="00A614BE">
        <w:trPr>
          <w:tblHeader/>
        </w:trPr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14BE" w:rsidRDefault="00A614BE" w:rsidP="001D6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A614BE" w:rsidTr="00A614BE">
        <w:tc>
          <w:tcPr>
            <w:tcW w:w="12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0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здравоохранения»</w:t>
            </w:r>
          </w:p>
        </w:tc>
        <w:tc>
          <w:tcPr>
            <w:tcW w:w="21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7 798 034,3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</w:t>
            </w:r>
            <w:r>
              <w:t>о</w:t>
            </w:r>
            <w:r>
              <w:t>вание здорового образа жизни. Развитие первичной м</w:t>
            </w:r>
            <w:r>
              <w:t>е</w:t>
            </w:r>
            <w:r>
              <w:t>дико-санитарной помощи»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879 476,2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медицинской профилактики инфекционных, неинфекционных забол</w:t>
            </w:r>
            <w:r>
              <w:t>е</w:t>
            </w:r>
            <w:r>
              <w:t>ваний»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53 415,1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</w:t>
            </w:r>
            <w:r>
              <w:t>о</w:t>
            </w:r>
            <w:r>
              <w:t>филактики инфекционных, неинфекционных заболев</w:t>
            </w:r>
            <w:r>
              <w:t>а</w:t>
            </w:r>
            <w:r>
              <w:t>ний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27 792,2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</w:t>
            </w:r>
            <w:r>
              <w:t>о</w:t>
            </w:r>
            <w:r>
              <w:t>филактики инфекционных, неинфекционных заболев</w:t>
            </w:r>
            <w:r>
              <w:t>а</w:t>
            </w:r>
            <w:r>
              <w:t>ний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25 622,9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проведение профилакт</w:t>
            </w:r>
            <w:r>
              <w:t>и</w:t>
            </w:r>
            <w:r>
              <w:t xml:space="preserve">ческих осмотров и диспансеризации населения в целях </w:t>
            </w:r>
            <w:r>
              <w:lastRenderedPageBreak/>
              <w:t>обеспечения своевременного выявления заболеваний и факторов риска их развития»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01 1 02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313 187,4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Первичная медико-санитарная помощь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276 787,4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</w:t>
            </w:r>
            <w:r>
              <w:t>о</w:t>
            </w:r>
            <w:r>
              <w:t>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01 1 02 90460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лекарственного обеспечения отдельных категорий населения»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512 873,7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отдельных полномочий в области лека</w:t>
            </w:r>
            <w:r>
              <w:t>р</w:t>
            </w:r>
            <w:r>
              <w:t>ственного обеспечения (Социальные выплаты гражд</w:t>
            </w:r>
            <w:r>
              <w:t>а</w:t>
            </w:r>
            <w:r>
              <w:t>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01 1 03 51610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66 723,7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(Социальные выплаты гра</w:t>
            </w:r>
            <w:r>
              <w:t>ж</w:t>
            </w:r>
            <w:r>
              <w:t>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87 250,0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87 800,0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</w:t>
            </w:r>
            <w:r>
              <w:t>е</w:t>
            </w:r>
            <w:r>
              <w:t>ления (Социальные выплаты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</w:t>
            </w:r>
            <w:r>
              <w:t>е</w:t>
            </w:r>
            <w:r>
              <w:t>ления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138 500,0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096C9A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безопа</w:t>
            </w:r>
            <w:r>
              <w:t>с</w:t>
            </w:r>
            <w:r>
              <w:t>ными лекарственными препаратами детей первых трех лет жизни и детей из многодетных семей в возрасте до 6</w:t>
            </w:r>
            <w:r w:rsidR="00096C9A">
              <w:t> </w:t>
            </w:r>
            <w:r>
              <w:t>лет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обеспеч</w:t>
            </w:r>
            <w:r>
              <w:t>е</w:t>
            </w:r>
            <w:r>
              <w:t>ния отдельных категорий населения (Иные закупки т</w:t>
            </w:r>
            <w:r>
              <w:t>о</w:t>
            </w:r>
            <w:r>
              <w:t>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01 1 03 70190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</w:t>
            </w:r>
            <w:r>
              <w:t>н</w:t>
            </w:r>
            <w:r>
              <w:t>ской помощи, скорой, в том числе скорой специализир</w:t>
            </w:r>
            <w:r>
              <w:t>о</w:t>
            </w:r>
            <w:r>
              <w:t>ванной, медицинской помощи, медицинской эвакуации»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1 301 177,7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своевременного оказания специализированной, в том числе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1 274 284,2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медицинской помощи, медици</w:t>
            </w:r>
            <w:r>
              <w:t>н</w:t>
            </w:r>
            <w:r>
              <w:t>ской эвакуации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1 224 837,9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совершенствованию высокотехнол</w:t>
            </w:r>
            <w:r>
              <w:t>о</w:t>
            </w:r>
            <w:r>
              <w:lastRenderedPageBreak/>
              <w:t>гичной медицинской помощи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01 2 01 70040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доступности медицинской помощи, связанной с проездом неработающих граждан, направляемых для медицинской консультации, обслед</w:t>
            </w:r>
            <w:r>
              <w:t>о</w:t>
            </w:r>
            <w:r>
              <w:t>вания, лечения в другие регионы Российской Федерации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01 2 01 70200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</w:t>
            </w:r>
            <w:r>
              <w:t>и</w:t>
            </w:r>
            <w:r>
              <w:t>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A241B0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закупок диагн</w:t>
            </w:r>
            <w:r>
              <w:t>о</w:t>
            </w:r>
            <w:r>
              <w:t>стических средств для выявления и мониторинга леч</w:t>
            </w:r>
            <w:r>
              <w:t>е</w:t>
            </w:r>
            <w:r>
              <w:t>ния лиц, инфицированных вирусами иммунодефицита человека, в том числе в сочетании с вирусами гепат</w:t>
            </w:r>
            <w:r>
              <w:t>и</w:t>
            </w:r>
            <w:r>
              <w:t>тов</w:t>
            </w:r>
            <w:proofErr w:type="gramStart"/>
            <w:r w:rsidR="00A241B0">
              <w:t> </w:t>
            </w:r>
            <w:r>
              <w:t>В</w:t>
            </w:r>
            <w:proofErr w:type="gramEnd"/>
            <w:r>
              <w:t xml:space="preserve"> и (или) С)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4 351,1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закупок диагн</w:t>
            </w:r>
            <w:r>
              <w:t>о</w:t>
            </w:r>
            <w:r>
              <w:t>стических средств для выявления, определения чувств</w:t>
            </w:r>
            <w:r>
              <w:t>и</w:t>
            </w:r>
            <w:r>
              <w:t>тельности микобактерии туберкулеза и мониторинга л</w:t>
            </w:r>
            <w:r>
              <w:t>е</w:t>
            </w:r>
            <w:r>
              <w:t>чения лиц, больных туберкулезом с множественной л</w:t>
            </w:r>
            <w:r>
              <w:t>е</w:t>
            </w:r>
            <w:r>
              <w:t>карственной устойчивостью возбудителя, в соответствии с перечнем, утвержденным Министерством здравоохр</w:t>
            </w:r>
            <w:r>
              <w:t>а</w:t>
            </w:r>
            <w:r>
              <w:t>нения Российской Федерации, а также медицинских и</w:t>
            </w:r>
            <w:r>
              <w:t>з</w:t>
            </w:r>
            <w:r>
              <w:t>делий в соответствии со стандартом оснащения, пред</w:t>
            </w:r>
            <w:r>
              <w:t>у</w:t>
            </w:r>
            <w:r>
              <w:lastRenderedPageBreak/>
              <w:t>смотренным порядком оказания медицинской помощи больным туберкулезом) (Субсидии бюджетным учр</w:t>
            </w:r>
            <w:r>
              <w:t>е</w:t>
            </w:r>
            <w:r>
              <w:t>ждениям)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01 2 01 </w:t>
            </w:r>
            <w:proofErr w:type="spellStart"/>
            <w:r>
              <w:t>R3822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2 893,4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расходов на орг</w:t>
            </w:r>
            <w:r>
              <w:t>а</w:t>
            </w:r>
            <w:r>
              <w:t>низационные мероприятия, связанные с обеспечением лиц лекарственными препаратами, предназначенными для лечения больных злокачественными новообразов</w:t>
            </w:r>
            <w:r>
              <w:t>а</w:t>
            </w:r>
            <w:r>
              <w:t xml:space="preserve">ниями лимфоидной, кроветворной и родственных им тканей, гемофилией, </w:t>
            </w:r>
            <w:proofErr w:type="spellStart"/>
            <w:r>
              <w:t>муковисцидозом</w:t>
            </w:r>
            <w:proofErr w:type="spellEnd"/>
            <w:r>
              <w:t>, гипофизарным нанизмом, болезнью Гоше, рассеянным склерозом, а также после трансплантации органов и (или) тканей, включающие в себя хранение лекарственных препар</w:t>
            </w:r>
            <w:r>
              <w:t>а</w:t>
            </w:r>
            <w:r>
              <w:t>тов, доставку лекарственных препаратов до аптечных</w:t>
            </w:r>
            <w:proofErr w:type="gramEnd"/>
            <w:r>
              <w:t xml:space="preserve"> организаций, создание и сопровождение электронных баз данных учета и движения лекарственных препаратов в пределах субъектов Российской Федерации)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R3823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2 176,1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(финансовое обеспечение реализации мер</w:t>
            </w:r>
            <w:r>
              <w:t>о</w:t>
            </w:r>
            <w:r>
              <w:t>приятий по профилактике ВИЧ-инфекции и гепатитов B и C, в том числе с привлечением к реализации указанных мероприятий социально ориентированных некоммерч</w:t>
            </w:r>
            <w:r>
              <w:t>е</w:t>
            </w:r>
            <w:r>
              <w:t>ских организаций)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R3824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1 609,7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оказанию гражданам Ро</w:t>
            </w:r>
            <w:r>
              <w:t>с</w:t>
            </w:r>
            <w:r>
              <w:lastRenderedPageBreak/>
              <w:t>сийской Федерации высокотехнологичной медицинской помощи, не включенной в базовую программу обяз</w:t>
            </w:r>
            <w:r>
              <w:t>а</w:t>
            </w:r>
            <w:r>
              <w:t>тельного медицинского страхования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01 2 01 </w:t>
            </w:r>
            <w:proofErr w:type="spellStart"/>
            <w:r>
              <w:t>R4020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Федерации «Обеспечение своевременности оказания экстренной медицинской помощи гражданам, проживающим в труднодоступных районах Российской Федерации»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закупке авиационной услуги для оказания медицинской помощи с применением авиации 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145 569,5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родовспом</w:t>
            </w:r>
            <w:r>
              <w:t>о</w:t>
            </w:r>
            <w:r>
              <w:t>жения»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12 422,9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материально-технической базы учреждений родовспоможения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422,9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улучшению демографической ситуации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133 146,6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73 942,6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14 228,8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44 680,2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«Кадровое обеспечение системы здрав</w:t>
            </w:r>
            <w:r>
              <w:t>о</w:t>
            </w:r>
            <w:r>
              <w:t>охранения»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37 397,2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«Социальная поддержка отдел</w:t>
            </w:r>
            <w:r>
              <w:t>ь</w:t>
            </w:r>
            <w:r>
              <w:t>ных категорий медицинских работников»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государственной программы Российской Федерации «Развитие здрав</w:t>
            </w:r>
            <w:r>
              <w:t>о</w:t>
            </w:r>
            <w:r>
              <w:t>охранения» (осуществление единовременных компенс</w:t>
            </w:r>
            <w:r>
              <w:t>а</w:t>
            </w:r>
            <w:r>
              <w:t>ционных выплат медицинским работникам) (Социал</w:t>
            </w:r>
            <w:r>
              <w:t>ь</w:t>
            </w:r>
            <w:r>
              <w:t>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01 4 01 </w:t>
            </w:r>
            <w:proofErr w:type="spellStart"/>
            <w:r>
              <w:t>R3825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«Повышение квалификации и профессиональная переподготовка медицинских и фа</w:t>
            </w:r>
            <w:r>
              <w:t>р</w:t>
            </w:r>
            <w:r>
              <w:t>мацевтических работников»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01 4 02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системы здравоохранения медицинскими кадрами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01 4 02 70100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информатизации в здрав</w:t>
            </w:r>
            <w:r>
              <w:t>о</w:t>
            </w:r>
            <w:r>
              <w:t>охранении»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информационно-технологической поддержки принятия управленческих решений в сфере здравоохранения»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01 5 01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формированию единой информацио</w:t>
            </w:r>
            <w:r>
              <w:t>н</w:t>
            </w:r>
            <w:r>
              <w:t>ной системы здравоохранения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01 5 01 70150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1.6.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«Модернизация здравоохранения Ре</w:t>
            </w:r>
            <w:r>
              <w:t>с</w:t>
            </w:r>
            <w:r>
              <w:t>публики Карелия на 2014–2018 годы»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«Проектирование, строительство и ввод в эксплуатацию перинатального центра»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01 6 01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проектированию, строительству и вв</w:t>
            </w:r>
            <w:r>
              <w:t>о</w:t>
            </w:r>
            <w:r>
              <w:t>ду в эксплуатацию перинатального центра (Субсидии государственным корпорациям (компаниям), публично-правовым компаниям)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01 6 01 70160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1.7.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5 052 863,0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53 998,3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7 605,4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</w:t>
            </w:r>
            <w:r>
              <w:t>с</w:t>
            </w:r>
            <w:r>
              <w:t>полнение судебных актов)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Обязательное медицинское страхование неработающего населения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4 733 679,5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</w:t>
            </w:r>
            <w:r>
              <w:lastRenderedPageBreak/>
              <w:t>Федерации в сфере охраны здоровья (Расходы на выпл</w:t>
            </w:r>
            <w:r>
              <w:t>а</w:t>
            </w:r>
            <w:r>
              <w:t>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охраны здоровья (Иные закупки т</w:t>
            </w:r>
            <w:r>
              <w:t>о</w:t>
            </w:r>
            <w:r>
              <w:t>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343,6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10 548,7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6 495,0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238 490,5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7 879 961,6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</w:t>
            </w:r>
            <w:r>
              <w:t>а</w:t>
            </w:r>
            <w:r>
              <w:t>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894 201,1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образовательных программ среднего профессионального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767 014,3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образовательной деятельности по основным професси</w:t>
            </w:r>
            <w:r>
              <w:t>о</w:t>
            </w:r>
            <w:r>
              <w:t>нальным образовательным программам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339 681,9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обеспечению условий осуществления </w:t>
            </w:r>
            <w:r>
              <w:lastRenderedPageBreak/>
              <w:t>образовательной деятельности по основным професси</w:t>
            </w:r>
            <w:r>
              <w:t>о</w:t>
            </w:r>
            <w:r>
              <w:t>нальным образовательным программам (Субсидии авт</w:t>
            </w:r>
            <w:r>
              <w:t>о</w:t>
            </w:r>
            <w:r>
              <w:t>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02 1 01 70300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426 532,4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</w:t>
            </w:r>
            <w:r>
              <w:t>и</w:t>
            </w:r>
            <w:r>
              <w:t>тельства Республики Карелия и органов исполнительной власти в области образования  (Стипендии)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02 1 01 70310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дополнительных профессиональных программ, основных программ пр</w:t>
            </w:r>
            <w:r>
              <w:t>о</w:t>
            </w:r>
            <w:r>
              <w:t>фессионального обучения»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образовательной деятельности по дополнительным пр</w:t>
            </w:r>
            <w:r>
              <w:t>о</w:t>
            </w:r>
            <w:r>
              <w:t>фессиональным программам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02 1 03 70410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 системы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91 655,0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выплате компенсации расходов на оплату жилых помещений, отопления и освещения педагогич</w:t>
            </w:r>
            <w:r>
              <w:t>е</w:t>
            </w:r>
            <w:r>
              <w:t>ским работникам муниципальных образовательных о</w:t>
            </w:r>
            <w:r>
              <w:t>р</w:t>
            </w:r>
            <w:r>
              <w:t>ганизаций, проживающим и работающим в сельских населенных пунктах, рабочих поселках (поселках горо</w:t>
            </w:r>
            <w:r>
              <w:t>д</w:t>
            </w:r>
            <w:r>
              <w:t>ского типа)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02 1 04 42040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</w:t>
            </w:r>
            <w:r>
              <w:t>е</w:t>
            </w:r>
            <w:r>
              <w:t>рах дошкольного, общего и дополнительного образов</w:t>
            </w:r>
            <w:r>
              <w:t>а</w:t>
            </w:r>
            <w:r>
              <w:t>ния детей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</w:t>
            </w:r>
            <w:r>
              <w:t>е</w:t>
            </w:r>
            <w:r>
              <w:t>рах дошкольного, общего и дополнительного образов</w:t>
            </w:r>
            <w:r>
              <w:t>а</w:t>
            </w:r>
            <w:r>
              <w:lastRenderedPageBreak/>
              <w:t>ния детей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02 1 04 70350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</w:t>
            </w:r>
            <w:r>
              <w:t>е</w:t>
            </w:r>
            <w:r>
              <w:t>рах дошкольного, общего и дополнительного образов</w:t>
            </w:r>
            <w:r>
              <w:t>а</w:t>
            </w:r>
            <w:r>
              <w:t>ния детей (Премии и гранты)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поощрению педагогических работников (Премии и гранты)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02 1 04 76030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Федерации «Подготовка высококвалифицированных специалистов и рабочих кадров с учетом современных стандартов и п</w:t>
            </w:r>
            <w:r>
              <w:t>е</w:t>
            </w:r>
            <w:r>
              <w:t>редовых технологий»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A241B0">
            <w:pPr>
              <w:rPr>
                <w:sz w:val="24"/>
                <w:szCs w:val="24"/>
              </w:rPr>
            </w:pPr>
            <w:r>
              <w:t xml:space="preserve">Реализация проектов и программ движения </w:t>
            </w:r>
            <w:r w:rsidR="00A241B0">
              <w:t>«</w:t>
            </w:r>
            <w:proofErr w:type="spellStart"/>
            <w:r>
              <w:t>Вор</w:t>
            </w:r>
            <w:r>
              <w:t>л</w:t>
            </w:r>
            <w:r>
              <w:t>дскиллс</w:t>
            </w:r>
            <w:proofErr w:type="spellEnd"/>
            <w:r>
              <w:t xml:space="preserve"> Россия</w:t>
            </w:r>
            <w:r w:rsidR="00A241B0">
              <w:t>»</w:t>
            </w:r>
            <w:r>
              <w:t>, в том числе проведение регионального чемпионата профессионального мастерства по станда</w:t>
            </w:r>
            <w:r>
              <w:t>р</w:t>
            </w:r>
            <w:r>
              <w:t>там «</w:t>
            </w:r>
            <w:proofErr w:type="spellStart"/>
            <w:r>
              <w:t>Ворлдскиллс</w:t>
            </w:r>
            <w:proofErr w:type="spellEnd"/>
            <w:r>
              <w:t>»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76010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Создание новых мест в общеобразовательных организациях в с</w:t>
            </w:r>
            <w:r>
              <w:t>о</w:t>
            </w:r>
            <w:r>
              <w:t>ответствии с прогнозируемой потребностью и совреме</w:t>
            </w:r>
            <w:r>
              <w:t>н</w:t>
            </w:r>
            <w:r>
              <w:t>ными условиями обучения»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6 811 725,5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6 733 993,8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 xml:space="preserve">ки Карелия по выплате компенсации платы, взимаемой с родителей (законных представителей) за присмотр и </w:t>
            </w:r>
            <w:r>
              <w:lastRenderedPageBreak/>
              <w:t>уход за детьми, осваивающими образовательные пр</w:t>
            </w:r>
            <w:r>
              <w:t>о</w:t>
            </w:r>
            <w:r>
              <w:t>граммы дошкольного образования в организациях, ос</w:t>
            </w:r>
            <w:r>
              <w:t>у</w:t>
            </w:r>
            <w:r>
              <w:t>ществляющих образовательную деятельность, за искл</w:t>
            </w:r>
            <w:r>
              <w:t>ю</w:t>
            </w:r>
            <w:r>
              <w:t>чением государственных образовательных организаций Республики Карелия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02 2 01 42030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A241B0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предоставлению предусмотренных пун</w:t>
            </w:r>
            <w:r>
              <w:t>к</w:t>
            </w:r>
            <w:r>
              <w:t>том 5 части 1 статьи 9 Закона Республики Карелия от 20</w:t>
            </w:r>
            <w:r w:rsidR="00A241B0">
              <w:t> декабря 2013 года № 1755-</w:t>
            </w:r>
            <w:r>
              <w:t>ЗРК «Об образовании» мер социальной поддержки и социального обслуживания обучающимся с ограниченными возможностями здор</w:t>
            </w:r>
            <w:r>
              <w:t>о</w:t>
            </w:r>
            <w:r>
              <w:t>вья, за исключением обучающихся (воспитываемых) в государственных образовательных организациях Ре</w:t>
            </w:r>
            <w:r>
              <w:t>с</w:t>
            </w:r>
            <w:r>
              <w:t>публики Карелия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26 974,0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дошкол</w:t>
            </w:r>
            <w:r>
              <w:t>ь</w:t>
            </w:r>
            <w:r>
              <w:t>ного образования в муниципальных дошкольных обр</w:t>
            </w:r>
            <w:r>
              <w:t>а</w:t>
            </w:r>
            <w:r>
              <w:t>зовательных организациях, общедоступного и беспла</w:t>
            </w:r>
            <w:r>
              <w:t>т</w:t>
            </w:r>
            <w:r>
              <w:t>ного дошкольного, начального общего, основного общ</w:t>
            </w:r>
            <w:r>
              <w:t>е</w:t>
            </w:r>
            <w:r>
              <w:t>го, среднего общего образования в муниципальных о</w:t>
            </w:r>
            <w:r>
              <w:t>б</w:t>
            </w:r>
            <w:r>
              <w:t>щеобразовательных организациях, обеспечение допо</w:t>
            </w:r>
            <w:r>
              <w:t>л</w:t>
            </w:r>
            <w:r>
              <w:t>нительного образования детей в муниципальных общ</w:t>
            </w:r>
            <w:r>
              <w:t>е</w:t>
            </w:r>
            <w:r>
              <w:t>образовательных организациях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5 782 631,0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«Развитие образования»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288 267,0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дошкольного обр</w:t>
            </w:r>
            <w:r>
              <w:t>а</w:t>
            </w:r>
            <w:r>
              <w:t>зования в частных дошкольных образовательных и о</w:t>
            </w:r>
            <w:r>
              <w:t>б</w:t>
            </w:r>
            <w:r>
              <w:lastRenderedPageBreak/>
              <w:t>щеобразовательных организациях, осуществляющих о</w:t>
            </w:r>
            <w:r>
              <w:t>б</w:t>
            </w:r>
            <w:r>
              <w:t>разовательную деятельность по имеющим государстве</w:t>
            </w:r>
            <w:r>
              <w:t>н</w:t>
            </w:r>
            <w:r>
              <w:t>ную аккредитацию основным образовательным пр</w:t>
            </w:r>
            <w:r>
              <w:t>о</w:t>
            </w:r>
            <w:r>
              <w:t>граммам (Субсидии некоммерческим организациям (за исключением государственных (муниципальных) учр</w:t>
            </w:r>
            <w:r>
              <w:t>е</w:t>
            </w:r>
            <w:r>
              <w:t>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02 2 01 70320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осуществления образовательной деятельности по основным общеобр</w:t>
            </w:r>
            <w:r>
              <w:t>а</w:t>
            </w:r>
            <w:r>
              <w:t>зовательным программам и дополнительным общеобр</w:t>
            </w:r>
            <w:r>
              <w:t>а</w:t>
            </w:r>
            <w:r>
              <w:t>зовательным программам в государственных организ</w:t>
            </w:r>
            <w:r>
              <w:t>а</w:t>
            </w:r>
            <w:r>
              <w:t>циях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12 950,1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осуществления образовательной деятельности по основным общеобр</w:t>
            </w:r>
            <w:r>
              <w:t>а</w:t>
            </w:r>
            <w:r>
              <w:t>зовательным программам и дополнительным общеобр</w:t>
            </w:r>
            <w:r>
              <w:t>а</w:t>
            </w:r>
            <w:r>
              <w:t>зовательным программам в государственных организ</w:t>
            </w:r>
            <w:r>
              <w:t>а</w:t>
            </w:r>
            <w:r>
              <w:t>циях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осуществления образовательной деятельности по основным общеобр</w:t>
            </w:r>
            <w:r>
              <w:t>а</w:t>
            </w:r>
            <w:r>
              <w:t>зовательным программам и дополнительным общеобр</w:t>
            </w:r>
            <w:r>
              <w:t>а</w:t>
            </w:r>
            <w:r>
              <w:t>зовательным программам в государственных организ</w:t>
            </w:r>
            <w:r>
              <w:t>а</w:t>
            </w:r>
            <w:r>
              <w:t>циях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303 552,8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осуществления образовательной деятельности по основным общеобр</w:t>
            </w:r>
            <w:r>
              <w:t>а</w:t>
            </w:r>
            <w:r>
              <w:t>зовательным программам и дополнительным общеобр</w:t>
            </w:r>
            <w:r>
              <w:t>а</w:t>
            </w:r>
            <w:r>
              <w:t>зовательным программам в государственных организ</w:t>
            </w:r>
            <w:r>
              <w:t>а</w:t>
            </w:r>
            <w:r>
              <w:t>циях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созданию условий для психолого-медико-педагогического сопровождения участников о</w:t>
            </w:r>
            <w:r>
              <w:t>б</w:t>
            </w:r>
            <w:r>
              <w:t>разовательного процесса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02 2 01 70340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10 826,8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начального общего, основного общего, среднего общего образования в час</w:t>
            </w:r>
            <w:r>
              <w:t>т</w:t>
            </w:r>
            <w:r>
              <w:t>ных общеобразовательных организациях, осуществля</w:t>
            </w:r>
            <w:r>
              <w:t>ю</w:t>
            </w:r>
            <w:r>
              <w:t>щих образовательную деятельность по имеющим гос</w:t>
            </w:r>
            <w:r>
              <w:t>у</w:t>
            </w:r>
            <w:r>
              <w:t>дарственную аккредитацию основным общеобразов</w:t>
            </w:r>
            <w:r>
              <w:t>а</w:t>
            </w:r>
            <w:r>
              <w:t>тельным программам (Субсидии некоммерческим орг</w:t>
            </w:r>
            <w:r>
              <w:t>а</w:t>
            </w:r>
            <w:r>
              <w:t>низациям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02 2 01 70400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4 012,5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«Повышение качества образов</w:t>
            </w:r>
            <w:r>
              <w:t>а</w:t>
            </w:r>
            <w:r>
              <w:t>ния в общеобразовательных организациях путем реал</w:t>
            </w:r>
            <w:r>
              <w:t>и</w:t>
            </w:r>
            <w:r>
              <w:t>зации региональных проектов»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повышению качества обр</w:t>
            </w:r>
            <w:r>
              <w:t>а</w:t>
            </w:r>
            <w:r>
              <w:t>зования в школах с низкими результатами обучения и в школах, функционирующих в неблагоприятных соц</w:t>
            </w:r>
            <w:r>
              <w:t>и</w:t>
            </w:r>
            <w:r>
              <w:t>альных условиях, путем реализации региональных пр</w:t>
            </w:r>
            <w:r>
              <w:t>о</w:t>
            </w:r>
            <w:r>
              <w:t>ектов и распространения их результатов в субъектах Российской Федерации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02 2 02 </w:t>
            </w:r>
            <w:proofErr w:type="spellStart"/>
            <w:r>
              <w:t>R5380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«Модернизация инфраструктуры общего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76 686,8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созданию единой федеральной межв</w:t>
            </w:r>
            <w:r>
              <w:t>е</w:t>
            </w:r>
            <w:r>
              <w:t>домственной системы учета контингента обучающихся по основным образовательным программам и дополн</w:t>
            </w:r>
            <w:r>
              <w:t>и</w:t>
            </w:r>
            <w:r>
              <w:t>тельным общеобразовательным программам (Иные з</w:t>
            </w:r>
            <w:r>
              <w:t>а</w:t>
            </w:r>
            <w:r>
              <w:lastRenderedPageBreak/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02 2 03 70420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35 365,2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02 2 03 90400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02 2 03 90420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созданию в общеобразов</w:t>
            </w:r>
            <w:r>
              <w:t>а</w:t>
            </w:r>
            <w:r>
              <w:t>тельных организациях, расположенных в сельской мес</w:t>
            </w:r>
            <w:r>
              <w:t>т</w:t>
            </w:r>
            <w:r>
              <w:t>ности, условий для занятий физической культурой и спортом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02 2 03 </w:t>
            </w:r>
            <w:proofErr w:type="spellStart"/>
            <w:r>
              <w:t>R0970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23 421,6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«Совершенствование управления сист</w:t>
            </w:r>
            <w:r>
              <w:t>е</w:t>
            </w:r>
            <w:r>
              <w:t>мой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«Проведение государственной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включая монитори</w:t>
            </w:r>
            <w:r>
              <w:t>н</w:t>
            </w:r>
            <w:r>
              <w:t>говые исследования качества образования, оценку и ко</w:t>
            </w:r>
            <w:r>
              <w:t>н</w:t>
            </w:r>
            <w:r>
              <w:t>троль качества образования»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Обеспечение и проведение государственной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 xml:space="preserve">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02 3 01 70380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26 384,7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оценке и контролю качества образов</w:t>
            </w:r>
            <w:r>
              <w:t>а</w:t>
            </w:r>
            <w:r>
              <w:t>ния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02 3 01 70390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6 413,7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дополнительного образования детей»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«Реализация дополнительных </w:t>
            </w:r>
            <w:r>
              <w:lastRenderedPageBreak/>
              <w:t>общеобразовательных программ»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02 4 01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условий образовательной деятельности по реализации дополнительных общеобр</w:t>
            </w:r>
            <w:r>
              <w:t>а</w:t>
            </w:r>
            <w:r>
              <w:t>зовательных программ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02 4 01 70370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95 845,6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41 816,4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3 283,4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496,6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сфере образования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34 095,6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7 582 316,3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4 167 044,9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категориям граждан»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4 162 993,5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предоставлению социальной поддержки работающим и проживающим за пределами городов с</w:t>
            </w:r>
            <w:r>
              <w:t>о</w:t>
            </w:r>
            <w:r>
              <w:t>циальным работникам и педагогическим работникам муниципальных организаций социального обслуживания совершеннолетних граждан, детей-инвалидов, призна</w:t>
            </w:r>
            <w:r>
              <w:t>н</w:t>
            </w:r>
            <w:r>
              <w:t>ных в соответствии с законодательством Российской Федерации и законодательством Республики Карелия нуждающимися в социальном обслуживании (Субве</w:t>
            </w:r>
            <w:r>
              <w:t>н</w:t>
            </w:r>
            <w:r>
              <w:t>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03 1 01 42110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5 505,0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64418D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Российской Федерации по обеспечению жильем отдельных катег</w:t>
            </w:r>
            <w:r>
              <w:t>о</w:t>
            </w:r>
            <w:r>
              <w:t>рий граждан, установленных Федеральным зак</w:t>
            </w:r>
            <w:r w:rsidR="0064418D">
              <w:t>оном от 12 января 1995 года № 5-</w:t>
            </w:r>
            <w:r>
              <w:t>ФЗ «О ветеранах», в соотве</w:t>
            </w:r>
            <w:r>
              <w:t>т</w:t>
            </w:r>
            <w:r>
              <w:lastRenderedPageBreak/>
              <w:t>ствии с Указом Президента Российской Федерации от 7</w:t>
            </w:r>
            <w:r w:rsidR="0064418D">
              <w:t> </w:t>
            </w:r>
            <w:r>
              <w:t>мая 2008 года № 714 «Об обеспечении жильем ветер</w:t>
            </w:r>
            <w:r>
              <w:t>а</w:t>
            </w:r>
            <w:r>
              <w:t>нов Великой Отечественной войны 1941–1945 годов»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03 1 01 51340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7 570,4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обеспечению жильем отдельных катег</w:t>
            </w:r>
            <w:r>
              <w:t>о</w:t>
            </w:r>
            <w:r>
              <w:t>рий граждан, установленных федеральными зако</w:t>
            </w:r>
            <w:r w:rsidR="0064418D">
              <w:t>нами от 12 января 1995 года № 5-</w:t>
            </w:r>
            <w:r>
              <w:t>ФЗ «О ветеранах» и от 24 ноя</w:t>
            </w:r>
            <w:r>
              <w:t>б</w:t>
            </w:r>
            <w:r w:rsidR="0064418D">
              <w:t>ря 1995 года № 181-</w:t>
            </w:r>
            <w:r>
              <w:t>ФЗ «О социальной защите инвал</w:t>
            </w:r>
            <w:r>
              <w:t>и</w:t>
            </w:r>
            <w:r>
              <w:t>дов в Российской Федерации»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03 1 01 51350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15 446,0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социал</w:t>
            </w:r>
            <w:r>
              <w:t>ь</w:t>
            </w:r>
            <w:r>
              <w:t>ной поддержки граждан, подвергшихся воздействию р</w:t>
            </w:r>
            <w:r>
              <w:t>а</w:t>
            </w:r>
            <w:r>
              <w:t>диации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социал</w:t>
            </w:r>
            <w:r>
              <w:t>ь</w:t>
            </w:r>
            <w:r>
              <w:t>ной поддержки граждан, подвергшихся воздействию р</w:t>
            </w:r>
            <w:r>
              <w:t>а</w:t>
            </w:r>
            <w:r>
              <w:t>диации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предоставлению отдельных мер социал</w:t>
            </w:r>
            <w:r>
              <w:t>ь</w:t>
            </w:r>
            <w:r>
              <w:t>ной поддержки граждан, подвергшихся воздействию р</w:t>
            </w:r>
            <w:r>
              <w:t>а</w:t>
            </w:r>
            <w:r>
              <w:t>диации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8 733,2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ежегодной денежной выплате лицам, награжденным нагрудным знаком «Почетный донор России»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82 884,0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государственного единовреме</w:t>
            </w:r>
            <w:r>
              <w:t>н</w:t>
            </w:r>
            <w:r>
              <w:t>ного пособия и ежемесячной денежной компенсации гражданам при возникновении поствакцинальных осложнений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</w:t>
            </w:r>
            <w:r>
              <w:t>т</w:t>
            </w:r>
            <w:r>
              <w:t>дельным категориям граждан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</w:t>
            </w:r>
            <w:r>
              <w:t>т</w:t>
            </w:r>
            <w:r>
              <w:t xml:space="preserve">дельным категориям граждан (Иные закупки товаров, </w:t>
            </w:r>
            <w:r>
              <w:lastRenderedPageBreak/>
              <w:t>работ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03 1 01 52500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оплате жилищно-коммунальных услуг о</w:t>
            </w:r>
            <w:r>
              <w:t>т</w:t>
            </w:r>
            <w:r>
              <w:t>дельным категориям граждан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538 270,5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инвалидам компенсаций страх</w:t>
            </w:r>
            <w:r>
              <w:t>о</w:t>
            </w:r>
            <w:r>
              <w:t>вых премий по договорам обязательного страхования гражданской ответственности владельцев транспортных средств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инвалидам компенсаций страх</w:t>
            </w:r>
            <w:r>
              <w:t>о</w:t>
            </w:r>
            <w:r>
              <w:t>вых премий по договорам обязательного страхования гражданской ответственности владельцев транспортных средств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115,1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социальной защиты населения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155 011,9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социальной защиты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30 993,8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Оказание услуг, выполнение работ государственными </w:t>
            </w:r>
            <w:r>
              <w:lastRenderedPageBreak/>
              <w:t>учреждениями Республики Карелия в сфере социальной защиты населения (Исполнение судебных актов)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03 1 01 70620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социальной защиты населения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социал</w:t>
            </w:r>
            <w:r>
              <w:t>ь</w:t>
            </w:r>
            <w:r>
              <w:t>ной поддержки населению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03 1 01 70630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о</w:t>
            </w:r>
            <w:r>
              <w:t>б</w:t>
            </w:r>
            <w:r>
              <w:t>щественного транспорта в связи с оказанием мер соц</w:t>
            </w:r>
            <w:r>
              <w:t>и</w:t>
            </w:r>
            <w:r>
              <w:t>альной поддержки отдельным категориям граждан 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03 1 01 70640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</w:t>
            </w:r>
            <w:r>
              <w:t>е</w:t>
            </w:r>
            <w:r>
              <w:t>лами городов пенсионерам, проработавшим не менее д</w:t>
            </w:r>
            <w:r>
              <w:t>е</w:t>
            </w:r>
            <w:r>
              <w:t>сяти лет педагогическими работниками в образовател</w:t>
            </w:r>
            <w:r>
              <w:t>ь</w:t>
            </w:r>
            <w:r>
              <w:t>ных учреждениях, расположенных в сельской местности, рабочих поселках (поселках городского типа)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</w:t>
            </w:r>
            <w:r>
              <w:t>е</w:t>
            </w:r>
            <w:r>
              <w:t>лами городов пенсионерам, проработавшим не менее д</w:t>
            </w:r>
            <w:r>
              <w:t>е</w:t>
            </w:r>
            <w:r>
              <w:t>сяти лет педагогическими работниками в образовател</w:t>
            </w:r>
            <w:r>
              <w:t>ь</w:t>
            </w:r>
            <w:r>
              <w:t>ных учреждениях, расположенных в сельской местности, рабочих поселках (поселках городского типа) (Публи</w:t>
            </w:r>
            <w:r>
              <w:t>ч</w:t>
            </w:r>
            <w:r>
              <w:lastRenderedPageBreak/>
              <w:t>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03 1 01 88530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179 085,8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Доплата к трудовой пенсии лицам, замещавшим дол</w:t>
            </w:r>
            <w:r>
              <w:t>ж</w:t>
            </w:r>
            <w:r>
              <w:t>ности в органах государственной власти Карело-Финской Советской Социалистической Республики, К</w:t>
            </w:r>
            <w:r>
              <w:t>а</w:t>
            </w:r>
            <w:r>
              <w:t>рельской Автономной Советской Социалистической Республики и Республики Карелия до 1 января 1997 года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03 1 01 88800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2 940,0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Выплаты гражданам, имеющим особые заслуги перед Республикой Карелия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Выплаты гражданам, имеющим особые заслуги перед Республикой Карелия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5 447,0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инвалидами вследствие военной травмы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инвалидами вследствие военной травмы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</w:t>
            </w:r>
            <w:r>
              <w:t>о</w:t>
            </w:r>
            <w:r>
              <w:t xml:space="preserve">дов по гарантированному перечню услуг по погребению отдельных категорий граждан (Публичные нормативные </w:t>
            </w:r>
            <w:r>
              <w:lastRenderedPageBreak/>
              <w:t>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03 1 01 89100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4 672,6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</w:t>
            </w:r>
            <w:r>
              <w:t>о</w:t>
            </w:r>
            <w:r>
              <w:t>дов по гарантированному перечню услуг по погребению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157 300,0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Субсидии гражданам на оплату жилого помещения и коммунальных услуг 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Субсидии гражданам на оплату жилого помещения и коммунальных услуг 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357 246,2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Выплата, компенсация расходов на санаторно-курортное лечение родителям погибших (умерших) военнослуж</w:t>
            </w:r>
            <w:r>
              <w:t>а</w:t>
            </w:r>
            <w:r>
              <w:t>щих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(Публи</w:t>
            </w:r>
            <w:r>
              <w:t>ч</w:t>
            </w:r>
            <w:r>
              <w:t>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755 242,6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20 746,0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тружеников тыла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тружеников тыла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тружеников тыла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</w:t>
            </w:r>
            <w:r>
              <w:t>е</w:t>
            </w:r>
            <w:r>
              <w:t>прессий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</w:t>
            </w:r>
            <w:r>
              <w:t>е</w:t>
            </w:r>
            <w:r>
              <w:t>прессий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</w:t>
            </w:r>
            <w:r>
              <w:t>е</w:t>
            </w:r>
            <w:r>
              <w:t>прессий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</w:t>
            </w:r>
            <w:r>
              <w:t>б</w:t>
            </w:r>
            <w:r>
              <w:t>лики Карелия и других категорий граждан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</w:t>
            </w:r>
            <w:r>
              <w:t>б</w:t>
            </w:r>
            <w:r>
              <w:t>лики Карелия и других категорий граждан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1 620 523,3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</w:t>
            </w:r>
            <w:r>
              <w:t>б</w:t>
            </w:r>
            <w:r>
              <w:lastRenderedPageBreak/>
              <w:t>лики Карелия и других категорий граждан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03 1 01 89540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36 424,0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</w:t>
            </w:r>
            <w:r>
              <w:t>е</w:t>
            </w:r>
            <w:r>
              <w:t>лами городов пенсионерам, проработавшим не менее д</w:t>
            </w:r>
            <w:r>
              <w:t>е</w:t>
            </w:r>
            <w:r>
              <w:t>сяти лет в государственных и (или) муниципальных учреждениях, расположенных в сельской местности, п</w:t>
            </w:r>
            <w:r>
              <w:t>о</w:t>
            </w:r>
            <w:r>
              <w:t>селках городского типа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</w:t>
            </w:r>
            <w:r>
              <w:t>е</w:t>
            </w:r>
            <w:r>
              <w:t>лами городов пенсионерам, проработавшим не менее д</w:t>
            </w:r>
            <w:r>
              <w:t>е</w:t>
            </w:r>
            <w:r>
              <w:t>сяти лет в государственных и (или) муниципальных учреждениях, расположенных в сельской местности, п</w:t>
            </w:r>
            <w:r>
              <w:t>о</w:t>
            </w:r>
            <w:r>
              <w:t>селках городского типа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124 988,8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</w:t>
            </w:r>
            <w:r>
              <w:t>и</w:t>
            </w:r>
            <w:r>
              <w:t>ям граждан 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03 1 01 89700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</w:t>
            </w:r>
            <w:r>
              <w:t>о</w:t>
            </w:r>
            <w:r>
              <w:t>гоквартирном доме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</w:t>
            </w:r>
            <w:r>
              <w:t>о</w:t>
            </w:r>
            <w:r>
              <w:t>гоквартирном доме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10 928,9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</w:t>
            </w:r>
            <w:r>
              <w:t>о</w:t>
            </w:r>
            <w:r>
              <w:lastRenderedPageBreak/>
              <w:t>гоквартирном доме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</w:t>
            </w:r>
            <w:r>
              <w:t>о</w:t>
            </w:r>
            <w:r>
              <w:t>гоквартирном доме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647,7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государственной с</w:t>
            </w:r>
            <w:r>
              <w:t>о</w:t>
            </w:r>
            <w:r>
              <w:t>циальной помощи отдельным категориям малообесп</w:t>
            </w:r>
            <w:r>
              <w:t>е</w:t>
            </w:r>
            <w:r>
              <w:t>ченных граждан»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4 051,4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гражданам и отдельным категориям граждан, находящимся в трудной жизненной ситуации (Социальные выплаты гражданам, кроме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03 1 02 70600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социальных программ субъе</w:t>
            </w:r>
            <w:r>
              <w:t>к</w:t>
            </w:r>
            <w:r>
              <w:t>тов Российской Федерации, связанных с укреплением материально-технической базы организаций социальн</w:t>
            </w:r>
            <w:r>
              <w:t>о</w:t>
            </w:r>
            <w:r>
              <w:t>го обслуживания населения, оказанием адресной соц</w:t>
            </w:r>
            <w:r>
              <w:t>и</w:t>
            </w:r>
            <w:r>
              <w:t>альной помощи неработающим пенсионерам, обучением компьютерной грамотности неработающих пенсионеров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03 1 02 </w:t>
            </w:r>
            <w:proofErr w:type="spellStart"/>
            <w:r>
              <w:t>R2090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</w:t>
            </w:r>
            <w:r>
              <w:t>о</w:t>
            </w:r>
            <w:r>
              <w:t>циальной поддержки семьи и детей»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2 121 660,5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мер государственной поддержки гражданам, имеющим детей, а также в связи с беременностью и родами»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1 191 514,8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 xml:space="preserve">тий государственной программы Республики Карелия </w:t>
            </w:r>
            <w:r>
              <w:lastRenderedPageBreak/>
              <w:t>«Совершенствование социальной защиты граждан»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03 2 01 43210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170 783,0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бер</w:t>
            </w:r>
            <w:r>
              <w:t>е</w:t>
            </w:r>
            <w:r>
              <w:t>менной жене военнослужащего, проходящего военную службу по призыву, а также ежемесячного пособия на ребенка военнослужащего, проходящего военную слу</w:t>
            </w:r>
            <w:r>
              <w:t>ж</w:t>
            </w:r>
            <w:r>
              <w:t>бу по призыву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бер</w:t>
            </w:r>
            <w:r>
              <w:t>е</w:t>
            </w:r>
            <w:r>
              <w:t>менной жене военнослужащего, проходящего военную службу по призыву, а также ежемесячного пособия на ребенка военнослужащего, проходящего военную слу</w:t>
            </w:r>
            <w:r>
              <w:t>ж</w:t>
            </w:r>
            <w:r>
              <w:t>бу по призыву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7 021,9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лицам, не подлежащим обязательному социальному страхов</w:t>
            </w:r>
            <w:r>
              <w:t>а</w:t>
            </w:r>
            <w:r>
              <w:t>нию на случай временной нетрудоспособности и в связи с материнством, и лицам, уволенным в связи с ликвид</w:t>
            </w:r>
            <w:r>
              <w:t>а</w:t>
            </w:r>
            <w:r>
              <w:t>цией организаций (прекращением деятельности, полн</w:t>
            </w:r>
            <w:r>
              <w:t>о</w:t>
            </w:r>
            <w:r>
              <w:t>мочий физическими лицами) (Иные закупки товаров, р</w:t>
            </w:r>
            <w:r>
              <w:t>а</w:t>
            </w:r>
            <w:r>
              <w:t>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лицам, не подлежащим обязательному социальному страхов</w:t>
            </w:r>
            <w:r>
              <w:t>а</w:t>
            </w:r>
            <w:r>
              <w:lastRenderedPageBreak/>
              <w:t>нию на случай временной нетрудоспособности и в связи с материнством, и лицам, уволенным в связи с ликвид</w:t>
            </w:r>
            <w:r>
              <w:t>а</w:t>
            </w:r>
            <w:r>
              <w:t>цией организаций (прекращением деятельности, полн</w:t>
            </w:r>
            <w:r>
              <w:t>о</w:t>
            </w:r>
            <w:r>
              <w:t>мочий физическими лицами)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03 2 01 53800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264 404,5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выплаты гражданам, кр</w:t>
            </w:r>
            <w:r>
              <w:t>о</w:t>
            </w:r>
            <w:r>
              <w:t>ме публичных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29 095,4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Пособие на ребенка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266 606,0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семей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семей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3 442,0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</w:t>
            </w:r>
            <w:r>
              <w:t>ы</w:t>
            </w:r>
            <w:r>
              <w:t>плате, назначаемой в случае рождения третьего ребенка или последующих детей до достижения ребенком во</w:t>
            </w:r>
            <w:r>
              <w:t>з</w:t>
            </w:r>
            <w:r>
              <w:t>раста трех лет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185,9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</w:t>
            </w:r>
            <w:r>
              <w:t>ы</w:t>
            </w:r>
            <w:r>
              <w:t>плате, назначаемой в случае рождения третьего ребенка или последующих детей до достижения ребенком во</w:t>
            </w:r>
            <w:r>
              <w:t>з</w:t>
            </w:r>
            <w:r>
              <w:t>раста трех лет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398 598,1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мер социальной по</w:t>
            </w:r>
            <w:r>
              <w:t>д</w:t>
            </w:r>
            <w:r>
              <w:t>держки детям-сиротам, детям, оставшимся без попеч</w:t>
            </w:r>
            <w:r>
              <w:t>е</w:t>
            </w:r>
            <w:r>
              <w:t>ния родителей, лицам из числа указанной категории д</w:t>
            </w:r>
            <w:r>
              <w:t>е</w:t>
            </w:r>
            <w:r>
              <w:t>тей, а также гражданам, принявшим детей на воспитание в семью»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777 442,0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при всех формах устройства детей, лишенных родительского попечения, в семью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Федерации по выплате единовременного пособия при всех формах устройства детей, лишенных родительского </w:t>
            </w:r>
            <w:r>
              <w:lastRenderedPageBreak/>
              <w:t>попечения, в семью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03 2 02 52600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4 010,8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</w:t>
            </w:r>
            <w:r>
              <w:t>е</w:t>
            </w:r>
            <w:r>
              <w:t>тей, оставшихся без попечения родителей, а также лиц из числа детей-сирот, детей, оставшихся без попечения родителей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320 345,0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</w:t>
            </w:r>
            <w:r>
              <w:t>м</w:t>
            </w:r>
            <w:r>
              <w:t>ному родителю, патронатному воспитателю при ос</w:t>
            </w:r>
            <w:r>
              <w:t>у</w:t>
            </w:r>
            <w:r>
              <w:t>ществлении опеки (попечительства) над ребенком из числа детей-сирот и детей, оставшихся без попечения родителей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</w:t>
            </w:r>
            <w:r>
              <w:t>м</w:t>
            </w:r>
            <w:r>
              <w:t>ному родителю, патронатному воспитателю при ос</w:t>
            </w:r>
            <w:r>
              <w:t>у</w:t>
            </w:r>
            <w:r>
              <w:t>ществлении опеки (попечительства) над ребенком из числа детей-сирот и детей, оставшихся без попечения родителей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122 902,6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поддержке детей-сирот и детей, оставшихся без попечения родителей, находящихся под опекой, попечительством, в приемной, в патронатной семьях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усыновл</w:t>
            </w:r>
            <w:r>
              <w:t>е</w:t>
            </w:r>
            <w:r>
              <w:t>нии (удочерении)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</w:t>
            </w:r>
            <w:r>
              <w:t>е</w:t>
            </w:r>
            <w:r>
              <w:t xml:space="preserve">тей, оставшихся без попечения родителей, находящихся </w:t>
            </w:r>
            <w:r>
              <w:lastRenderedPageBreak/>
              <w:t>под опекой, попечительством, в приемных семьях, в с</w:t>
            </w:r>
            <w:r>
              <w:t>е</w:t>
            </w:r>
            <w:r>
              <w:t>мьях патронатных воспитателей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03 2 02 89810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</w:t>
            </w:r>
            <w:r>
              <w:t>е</w:t>
            </w:r>
            <w:r>
              <w:t>тей, оставшихся без попечения родителей, находящихся под опекой, попечительством, в приемных семьях, в с</w:t>
            </w:r>
            <w:r>
              <w:t>е</w:t>
            </w:r>
            <w:r>
              <w:t>мьях патронатных воспитателей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209 763,5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</w:t>
            </w:r>
            <w:r>
              <w:t>о</w:t>
            </w:r>
            <w:r>
              <w:t>мещений детям-сиротам и детям, оставшимся без поп</w:t>
            </w:r>
            <w:r>
              <w:t>е</w:t>
            </w:r>
            <w:r>
              <w:t>чения родителей, лицам из их числа по договорам найма специализированных жилых помещений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113 456,1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</w:t>
            </w:r>
            <w:r>
              <w:t>о</w:t>
            </w:r>
            <w:r>
              <w:t>мещений детям-сиротам и детям, оставшимся без поп</w:t>
            </w:r>
            <w:r>
              <w:t>е</w:t>
            </w:r>
            <w:r>
              <w:t>чения родителей, лицам из их числа по договорам найма специализированных жилых помещений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К0820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в сфере демографической политики»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«Предоставление социальных услуг семьям и детям»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детям,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оздоровительного отдыха детей»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54 633,4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«Совершенствование социальной защиты граждан»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03 2 05 43210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Организация отдыха детей в специализированных (пр</w:t>
            </w:r>
            <w:r>
              <w:t>о</w:t>
            </w:r>
            <w:r>
              <w:t>фильных) лагерях, организованных государственными учреждениями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03 2 05 70680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1 275,4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находящихся в трудной жизненной ситуации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деятельности в области опеки и попечительства»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18 258,0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организации и осуществлению деятельн</w:t>
            </w:r>
            <w:r>
              <w:t>о</w:t>
            </w:r>
            <w:r>
              <w:t>сти органов опеки и попечительства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18 192,0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осуществление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</w:t>
            </w:r>
            <w:r>
              <w:t>о</w:t>
            </w:r>
            <w:r>
              <w:t>летних, самовольно ушедших из семей, организаций для детей-сирот и детей, оставшихся без попечения родит</w:t>
            </w:r>
            <w:r>
              <w:t>е</w:t>
            </w:r>
            <w:r>
              <w:t>лей, образовательных организаций и иных организаций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 xml:space="preserve">Осуществление переданных полномочий Российской Федерации на осуществление деятельности, связанной с перевозкой между субъектами Российской Федерации, а также в пределах территорий государств – участников </w:t>
            </w:r>
            <w:r>
              <w:lastRenderedPageBreak/>
              <w:t>Содружества Независимых Государств несовершенн</w:t>
            </w:r>
            <w:r>
              <w:t>о</w:t>
            </w:r>
            <w:r>
              <w:t>летних, самовольно ушедших из семей, организаций для детей-сирот и детей, оставшихся без попечения родит</w:t>
            </w:r>
            <w:r>
              <w:t>е</w:t>
            </w:r>
            <w:r>
              <w:t>лей, образовательных организаций и иных организаций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03 2 06 59400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системы социального обсл</w:t>
            </w:r>
            <w:r>
              <w:t>у</w:t>
            </w:r>
            <w:r>
              <w:t>живания населения»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1 213 310,5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</w:t>
            </w:r>
            <w:r>
              <w:t>о</w:t>
            </w:r>
            <w:r>
              <w:t>циальных услуг в учреждениях социального обслужив</w:t>
            </w:r>
            <w:r>
              <w:t>а</w:t>
            </w:r>
            <w:r>
              <w:t>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1 201 750,5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социальному обслуживанию совершенн</w:t>
            </w:r>
            <w:r>
              <w:t>о</w:t>
            </w:r>
            <w:r>
              <w:t>летних  граждан, детей-инвалидов, признанных в соо</w:t>
            </w:r>
            <w:r>
              <w:t>т</w:t>
            </w:r>
            <w:r>
              <w:t>ветствии с законодательством Российской Федерации и законодательством Республики Карелия нуждающимися в социальном обслуживании, за исключением социал</w:t>
            </w:r>
            <w:r>
              <w:t>ь</w:t>
            </w:r>
            <w:r>
              <w:t>ного обслуживания указанных категорий граждан в о</w:t>
            </w:r>
            <w:r>
              <w:t>р</w:t>
            </w:r>
            <w:r>
              <w:t>ганизациях социального обслуживания Республики К</w:t>
            </w:r>
            <w:r>
              <w:t>а</w:t>
            </w:r>
            <w:r>
              <w:t>релия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03 3 01 42080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643 566,0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</w:t>
            </w:r>
            <w:r>
              <w:t>ь</w:t>
            </w:r>
            <w:r>
              <w:t>ных услуг в государственных учреждениях социального обслуживания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</w:t>
            </w:r>
            <w:r>
              <w:t>ь</w:t>
            </w:r>
            <w:r>
              <w:t>ных услуг в государственных учреждениях социального обслуживания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549 444,5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</w:t>
            </w:r>
            <w:r>
              <w:t>о</w:t>
            </w:r>
            <w:r>
              <w:lastRenderedPageBreak/>
              <w:t>лучателей социальных услуг (Иные закупки товаров, р</w:t>
            </w:r>
            <w:r>
              <w:t>а</w:t>
            </w:r>
            <w:r>
              <w:t>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03 3 01 70730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</w:t>
            </w:r>
            <w:r>
              <w:t>о</w:t>
            </w:r>
            <w:r>
              <w:t>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03 3 01 90460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социальных программ субъе</w:t>
            </w:r>
            <w:r>
              <w:t>к</w:t>
            </w:r>
            <w:r>
              <w:t>тов Российской Федерации, связанных с укреплением материально-технической базы организаций социальн</w:t>
            </w:r>
            <w:r>
              <w:t>о</w:t>
            </w:r>
            <w:r>
              <w:t>го обслуживания населения, оказанием адресной соц</w:t>
            </w:r>
            <w:r>
              <w:t>и</w:t>
            </w:r>
            <w:r>
              <w:t>альной помощи неработающим пенсионерам, обучением компьютерной грамотности неработающих пенсионеров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03 3 01 </w:t>
            </w:r>
            <w:proofErr w:type="spellStart"/>
            <w:r>
              <w:t>R2090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«Осуществление поддержки н</w:t>
            </w:r>
            <w:r>
              <w:t>е</w:t>
            </w:r>
            <w:r>
              <w:t>государственных поставщиков социальных услуг»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некоммерческим организ</w:t>
            </w:r>
            <w:r>
              <w:t>а</w:t>
            </w:r>
            <w:r>
              <w:t>циям (за исключением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юридическим лицам (кр</w:t>
            </w:r>
            <w:r>
              <w:t>о</w:t>
            </w:r>
            <w:r>
              <w:t>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80 300,4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44 957,1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7 390,4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(С</w:t>
            </w:r>
            <w:r>
              <w:t>о</w:t>
            </w:r>
            <w:r>
              <w:t>циальные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26 730,6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18D" w:rsidRDefault="00A614BE" w:rsidP="001D63CA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rPr>
                <w:b/>
                <w:bCs/>
              </w:rPr>
              <w:t>на</w:t>
            </w:r>
            <w:proofErr w:type="gramEnd"/>
            <w:r>
              <w:rPr>
                <w:b/>
                <w:bCs/>
              </w:rPr>
              <w:t xml:space="preserve"> </w:t>
            </w:r>
          </w:p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2016–2020 годы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32 869,6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</w:t>
            </w:r>
            <w:r>
              <w:t>а</w:t>
            </w:r>
            <w:r>
              <w:t>ции и системы реабилитации инвалидов»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32 869,6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397B" w:rsidRDefault="00A614BE" w:rsidP="00EB397B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614BE" w:rsidRDefault="00A614BE" w:rsidP="00EB397B">
            <w:pPr>
              <w:rPr>
                <w:sz w:val="24"/>
                <w:szCs w:val="24"/>
              </w:rPr>
            </w:pPr>
            <w:r>
              <w:t>2011–2020</w:t>
            </w:r>
            <w:r w:rsidR="00AF4CC8">
              <w:t xml:space="preserve"> </w:t>
            </w:r>
            <w:r>
              <w:t>годы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17 019,4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397B" w:rsidRDefault="00A614BE" w:rsidP="001D63CA">
            <w:r>
              <w:t xml:space="preserve">Реализация мероприятий государственной программы </w:t>
            </w:r>
            <w:r>
              <w:lastRenderedPageBreak/>
              <w:t xml:space="preserve">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614BE" w:rsidRDefault="00A614BE" w:rsidP="001D63CA">
            <w:pPr>
              <w:rPr>
                <w:sz w:val="24"/>
                <w:szCs w:val="24"/>
              </w:rPr>
            </w:pPr>
            <w:r>
              <w:t>2011–2020 годы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2 669,2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397B" w:rsidRDefault="00A614BE" w:rsidP="001D63CA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614BE" w:rsidRDefault="00A614BE" w:rsidP="001D63CA">
            <w:pPr>
              <w:rPr>
                <w:sz w:val="24"/>
                <w:szCs w:val="24"/>
              </w:rPr>
            </w:pPr>
            <w:r>
              <w:t>2011–2020 годы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397B" w:rsidRDefault="00A614BE" w:rsidP="001D63CA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614BE" w:rsidRDefault="00A614BE" w:rsidP="001D63CA">
            <w:pPr>
              <w:rPr>
                <w:sz w:val="24"/>
                <w:szCs w:val="24"/>
              </w:rPr>
            </w:pPr>
            <w:r>
              <w:t>2011–2020 годы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2 585,2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397B" w:rsidRDefault="00A614BE" w:rsidP="001D63CA">
            <w:r>
              <w:t xml:space="preserve">Реализация мероприятий государственной программы Российской Федерации «Доступная среда»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2011–2020 годы (Субсидии некоммерческим организ</w:t>
            </w:r>
            <w:r>
              <w:t>а</w:t>
            </w:r>
            <w:r>
              <w:t>циям (за исключением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1 530 809,7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</w:t>
            </w:r>
            <w:r>
              <w:t>о</w:t>
            </w:r>
            <w:r>
              <w:t>ступным и комфортным жильем граждан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474 889,7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мер государственной поддержки населению в улучшении жилищных усл</w:t>
            </w:r>
            <w:r>
              <w:t>о</w:t>
            </w:r>
            <w:r>
              <w:t>вий»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31 262,9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</w:t>
            </w:r>
            <w:r>
              <w:t>е</w:t>
            </w:r>
            <w:r>
              <w:t>дитования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26 396,3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</w:t>
            </w:r>
            <w:r>
              <w:t>е</w:t>
            </w:r>
            <w:r>
              <w:lastRenderedPageBreak/>
              <w:t>дитования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05 1 01 71000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727,0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</w:t>
            </w:r>
            <w:r>
              <w:t>о</w:t>
            </w:r>
            <w:r>
              <w:t>дых семей 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05 1 01 </w:t>
            </w:r>
            <w:proofErr w:type="spellStart"/>
            <w:r>
              <w:t>R4970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4 139,6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необходимой и</w:t>
            </w:r>
            <w:r>
              <w:t>н</w:t>
            </w:r>
            <w:r>
              <w:t>фраструктурой земельных участков в целях жилищного строительства для семей, имеющих трех и более детей»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«Переселение граждан из мног</w:t>
            </w:r>
            <w:r>
              <w:t>о</w:t>
            </w:r>
            <w:r>
              <w:t>квартирных домов, признанных аварийными и подл</w:t>
            </w:r>
            <w:r>
              <w:t>е</w:t>
            </w:r>
            <w:r>
              <w:t>жащими сносу»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431 226,8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05 1 03 09502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</w:t>
            </w:r>
            <w:proofErr w:type="spellStart"/>
            <w:r>
              <w:t>софинансируемых</w:t>
            </w:r>
            <w:proofErr w:type="spellEnd"/>
            <w:r>
              <w:t xml:space="preserve"> за счет средств Фонда содействия реформированию жилищно-коммунального </w:t>
            </w:r>
            <w:r>
              <w:lastRenderedPageBreak/>
              <w:t>хозяйства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05 1 03 09602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131 226,8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Федерации «Ипотека и арендное жилье»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</w:t>
            </w:r>
            <w:r>
              <w:t>е</w:t>
            </w:r>
            <w:r>
              <w:t>дитования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71000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5.2.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</w:t>
            </w:r>
            <w:r>
              <w:t>а</w:t>
            </w:r>
            <w:r>
              <w:t>чественными жилищно-коммунальными услугами гра</w:t>
            </w:r>
            <w:r>
              <w:t>ж</w:t>
            </w:r>
            <w:r>
              <w:t>дан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930 461,0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кап</w:t>
            </w:r>
            <w:r>
              <w:t>и</w:t>
            </w:r>
            <w:r>
              <w:t>тального ремонта общего имущества в многоквартирных домах»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специализированной неко</w:t>
            </w:r>
            <w:r>
              <w:t>м</w:t>
            </w:r>
            <w:r>
              <w:t>мерческой организации «Фонд капитального ремонта Республики Карелия», осуществляющей деятельность, направленную на обеспечение проведения капитального ремонта общего имущества в многоквартирных домах (Субсидии некоммерческим организациям (за исключ</w:t>
            </w:r>
            <w:r>
              <w:t>е</w:t>
            </w:r>
            <w:r>
              <w:t>нием государственных (муниципальных)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05 2 01 71010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мер</w:t>
            </w:r>
            <w:r>
              <w:t>о</w:t>
            </w:r>
            <w:r>
              <w:t>приятий в сфере строительства»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строител</w:t>
            </w:r>
            <w:r>
              <w:t>ь</w:t>
            </w:r>
            <w:r>
              <w:t>ства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14 554,6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строител</w:t>
            </w:r>
            <w:r>
              <w:t>ь</w:t>
            </w:r>
            <w:r>
              <w:t>ства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2 249,2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строител</w:t>
            </w:r>
            <w:r>
              <w:t>ь</w:t>
            </w:r>
            <w:r>
              <w:t>ства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1 845,0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«Строительство и реконструкция объектов водоснабжения и водоотведения»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«Обеспечение доступным и комфортным жильем и ж</w:t>
            </w:r>
            <w:r>
              <w:t>и</w:t>
            </w:r>
            <w:r w:rsidR="00045A01">
              <w:t>лищно-</w:t>
            </w:r>
            <w:r>
              <w:t>коммунальными услугами»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05 2 03 43220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</w:t>
            </w:r>
            <w:r>
              <w:t>е</w:t>
            </w:r>
            <w:r>
              <w:t>чение надежности предоставления коммунальных услуг»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876 535,0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регулированию цен (тарифов) на отдел</w:t>
            </w:r>
            <w:r>
              <w:t>ь</w:t>
            </w:r>
            <w:r>
              <w:t>ные виды продукции, товаров и услуг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05 2 04 42120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гос</w:t>
            </w:r>
            <w:r>
              <w:t>у</w:t>
            </w:r>
            <w:r>
              <w:t>дарственным регулированием тарифов на отпускаемую населению и приравненным к нему категориям потреб</w:t>
            </w:r>
            <w:r>
              <w:t>и</w:t>
            </w:r>
            <w:r>
              <w:t>телей электрическую энергию, вырабатываемую дизел</w:t>
            </w:r>
            <w:r>
              <w:t>ь</w:t>
            </w:r>
            <w:r>
              <w:t>ными электростанциями в населенных пунктах, не им</w:t>
            </w:r>
            <w:r>
              <w:t>е</w:t>
            </w:r>
            <w:r>
              <w:lastRenderedPageBreak/>
              <w:t>ющих централизованного энергоснабжения (Субсидии 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05 2 04 71030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60 149,6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</w:t>
            </w:r>
            <w:r>
              <w:t>у</w:t>
            </w:r>
            <w:r>
              <w:t>дарственным регулированием тарифов на отпускаемую потребителям тепловую энергию (Субсидии юридич</w:t>
            </w:r>
            <w:r>
              <w:t>е</w:t>
            </w:r>
            <w:r>
              <w:t>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05 2 04 71040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708 737,9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уст</w:t>
            </w:r>
            <w:r>
              <w:t>а</w:t>
            </w:r>
            <w:r>
              <w:t>новлением льготного тарифа на отпускаемую потреб</w:t>
            </w:r>
            <w:r>
              <w:t>и</w:t>
            </w:r>
            <w:r>
              <w:t>телям электрическую энергию (за исключением насел</w:t>
            </w:r>
            <w:r>
              <w:t>е</w:t>
            </w:r>
            <w:r>
              <w:t>ния и приравненных к нему категорий потребителей), вырабатываемую дизельными электростанциями в нас</w:t>
            </w:r>
            <w:r>
              <w:t>е</w:t>
            </w:r>
            <w:r>
              <w:t>ленных пунктах, не имеющих централизованного эне</w:t>
            </w:r>
            <w:r>
              <w:t>р</w:t>
            </w:r>
            <w:r>
              <w:t>госнабжения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05 2 04 71050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</w:t>
            </w:r>
            <w:r>
              <w:t>у</w:t>
            </w:r>
            <w:r>
              <w:t>дарственным регулированием розничных цен на сж</w:t>
            </w:r>
            <w:r>
              <w:t>и</w:t>
            </w:r>
            <w:r>
              <w:t>женный газ, реализуемый населению для бытовых нужд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05 2 04 71060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79 404,8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5.3.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125 459,0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117 664,9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7 368,1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527 824,4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6.1.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социальной защиты от безработицы»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504 320,9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«Содействие занятости насел</w:t>
            </w:r>
            <w:r>
              <w:t>е</w:t>
            </w:r>
            <w:r>
              <w:t>ния и социальная поддержка безработных граждан»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501 318,9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</w:t>
            </w:r>
            <w:r>
              <w:t>ж</w:t>
            </w:r>
            <w:r>
              <w:t>данам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</w:t>
            </w:r>
            <w:r>
              <w:t>ж</w:t>
            </w:r>
            <w:r>
              <w:t>данам (Публичные нормативные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278 071,0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</w:t>
            </w:r>
            <w:r>
              <w:t>ж</w:t>
            </w:r>
            <w:r>
              <w:lastRenderedPageBreak/>
              <w:t>данам (Стипендии)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06 1 01 52900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социальным выплатам безработным гра</w:t>
            </w:r>
            <w:r>
              <w:t>ж</w:t>
            </w:r>
            <w:r>
              <w:t>данам (Межбюджетные трансферты бюджету Пенсио</w:t>
            </w:r>
            <w:r>
              <w:t>н</w:t>
            </w:r>
            <w:r>
              <w:t>ного фонда Российской Федерации)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105 898,5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32 991,7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(Соц</w:t>
            </w:r>
            <w:r>
              <w:t>и</w:t>
            </w:r>
            <w:r>
              <w:t>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14 874,0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(Субс</w:t>
            </w:r>
            <w:r>
              <w:t>и</w:t>
            </w:r>
            <w:r>
              <w:t>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24 055,8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(Субс</w:t>
            </w:r>
            <w:r>
              <w:t>и</w:t>
            </w:r>
            <w:r>
              <w:t>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активной политике занятости населения </w:t>
            </w:r>
            <w:r>
              <w:lastRenderedPageBreak/>
              <w:t>и социальной поддержке безработных граждан (Резер</w:t>
            </w:r>
            <w:r>
              <w:t>в</w:t>
            </w:r>
            <w:r>
              <w:t>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06 1 01 71300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потенциала, разработка прогнозных оценок рынка труда»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оценке трудового потенциала, форм</w:t>
            </w:r>
            <w:r>
              <w:t>и</w:t>
            </w:r>
            <w:r>
              <w:t>рованию прогноза потребности в кадрах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06 1 02 71310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6.2.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«Оказание содействия добровольному переселению в Республику Карелия соотечественников, проживающих за рубежом»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«Региональная программа пер</w:t>
            </w:r>
            <w:r>
              <w:t>е</w:t>
            </w:r>
            <w:r>
              <w:t>селения соотечественников, проживающих за рубежом»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</w:t>
            </w:r>
            <w:r>
              <w:t>б</w:t>
            </w:r>
            <w:r>
              <w:t>ровольному переселению в Российскую Федерацию с</w:t>
            </w:r>
            <w:r>
              <w:t>о</w:t>
            </w:r>
            <w:r>
              <w:t>отечественников, проживающих за рубежом (Социал</w:t>
            </w:r>
            <w:r>
              <w:t>ь</w:t>
            </w:r>
            <w:r>
              <w:t>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R0860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1 595,8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</w:t>
            </w:r>
            <w:r>
              <w:t>б</w:t>
            </w:r>
            <w:r>
              <w:t>ровольному переселению в Российскую Федерацию с</w:t>
            </w:r>
            <w:r>
              <w:t>о</w:t>
            </w:r>
            <w:r>
              <w:t>отечественников, проживающих за рубежом (Социал</w:t>
            </w:r>
            <w:r>
              <w:t>ь</w:t>
            </w:r>
            <w:r>
              <w:t>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К0860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6.3.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7.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культуры»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1 041 746,0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«Сохранение военно-исторического наследия и государственная охрана п</w:t>
            </w:r>
            <w:r>
              <w:t>а</w:t>
            </w:r>
            <w:r>
              <w:t>мятников истории и объектов культуры»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35 520,1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«Развитие культуры»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07 0 01 43250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Мероприятия, связанные с присвоением почетного зв</w:t>
            </w:r>
            <w:r>
              <w:t>а</w:t>
            </w:r>
            <w:r>
              <w:t>ния Российской Федерации «Город воинской славы» (Иные межбюджетные трансферты)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07 0 01 44030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сохран</w:t>
            </w:r>
            <w:r>
              <w:t>е</w:t>
            </w:r>
            <w:r>
              <w:t>ния объектов культурного наследия (Расходы на выпл</w:t>
            </w:r>
            <w:r>
              <w:t>а</w:t>
            </w:r>
            <w:r>
              <w:t>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12 593,1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сохран</w:t>
            </w:r>
            <w:r>
              <w:t>е</w:t>
            </w:r>
            <w:r>
              <w:t>ния объектов культурного наследия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2 771,8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сохран</w:t>
            </w:r>
            <w:r>
              <w:t>е</w:t>
            </w:r>
            <w:r>
              <w:t>ния объектов культурного наследия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</w:t>
            </w:r>
            <w:r>
              <w:t>о</w:t>
            </w:r>
            <w:r>
              <w:t>го дела»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122 279,8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архивного дела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53 498,8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архивного дела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3 523,4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архивного дела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библиотечного дела»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98 271,0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97 520,3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</w:t>
            </w:r>
            <w:r>
              <w:t>у</w:t>
            </w:r>
            <w:r>
              <w:t>ры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07 0 03 </w:t>
            </w:r>
            <w:proofErr w:type="spellStart"/>
            <w:r>
              <w:t>R5190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</w:t>
            </w:r>
            <w:r>
              <w:t>с</w:t>
            </w:r>
            <w:r>
              <w:t>кусств, сохранение нематериального культурного насл</w:t>
            </w:r>
            <w:r>
              <w:t>е</w:t>
            </w:r>
            <w:r>
              <w:t>дия»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365 086,5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сохранению и развитию исполнител</w:t>
            </w:r>
            <w:r>
              <w:t>ь</w:t>
            </w:r>
            <w:r>
              <w:t>ских искусств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348 119,6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3 550,0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Периодические издания, учрежденные органами закон</w:t>
            </w:r>
            <w:r>
              <w:t>о</w:t>
            </w:r>
            <w:r>
              <w:t>дательной и исполнительной власти (Субсидии авт</w:t>
            </w:r>
            <w:r>
              <w:t>о</w:t>
            </w:r>
            <w:r>
              <w:t>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07 0 04 71660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творческой де</w:t>
            </w:r>
            <w:r>
              <w:t>я</w:t>
            </w:r>
            <w:r>
              <w:lastRenderedPageBreak/>
              <w:t>тельности и техническому оснащению детских и к</w:t>
            </w:r>
            <w:r>
              <w:t>у</w:t>
            </w:r>
            <w:r>
              <w:t>кольных театров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07 0 04 </w:t>
            </w:r>
            <w:proofErr w:type="spellStart"/>
            <w:r>
              <w:t>R5170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«Модернизация, строительство и реконструкция учреждений культуры»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26 635,3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07 0 05 90400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3 600,0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(Субс</w:t>
            </w:r>
            <w:r>
              <w:t>и</w:t>
            </w:r>
            <w:r>
              <w:t>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07 0 05 90420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обеспечению развития и укрепления материально-технической базы муниципал</w:t>
            </w:r>
            <w:r>
              <w:t>ь</w:t>
            </w:r>
            <w:r>
              <w:t>ных домов культуры в населенных пунктах с числом ж</w:t>
            </w:r>
            <w:r>
              <w:t>и</w:t>
            </w:r>
            <w:r>
              <w:t>телей до 50 тысяч человек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R4670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</w:t>
            </w:r>
            <w:r>
              <w:t>у</w:t>
            </w:r>
            <w:r>
              <w:t>ры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R5190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6 083,7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и развитие отрасл</w:t>
            </w:r>
            <w:r>
              <w:t>е</w:t>
            </w:r>
            <w:r>
              <w:t>вого образования, кадрового потенциала сферы культ</w:t>
            </w:r>
            <w:r>
              <w:t>у</w:t>
            </w:r>
            <w:r>
              <w:t>ры, творческих индустрий»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160 936,0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«Развитие культуры»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07 0 06 43250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159 838,0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</w:t>
            </w:r>
            <w:r>
              <w:t>и</w:t>
            </w:r>
            <w:r>
              <w:t>тельства Республики Карелия и органов исполнительной власти в области культуры (Премии и гранты)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07 0 06 71680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</w:t>
            </w:r>
            <w:r>
              <w:t>и</w:t>
            </w:r>
            <w:r>
              <w:lastRenderedPageBreak/>
              <w:t>тельства Республики Карелия и органов исполнительной власти в области культуры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07 0 06 71680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248,0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</w:t>
            </w:r>
            <w:r>
              <w:t>у</w:t>
            </w:r>
            <w:r>
              <w:t>ры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07 0 06 </w:t>
            </w:r>
            <w:proofErr w:type="spellStart"/>
            <w:r>
              <w:t>R5190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плана основных м</w:t>
            </w:r>
            <w:r>
              <w:t>е</w:t>
            </w:r>
            <w:r>
              <w:t>роприятий, связанных с подготовкой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94 000,0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67 650,0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26 350,0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7.1.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139 017,3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29 061,4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1 540,9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наследия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наследия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845,0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отношении объектов культурного наследия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5 750,5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377,0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98 636,8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органов государственной власти Республики Карелия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физической культуры, спорта и соверше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ствование молодежной политики»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247 375,3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8.1.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физической культуры и масс</w:t>
            </w:r>
            <w:r>
              <w:t>о</w:t>
            </w:r>
            <w:r>
              <w:t>вого спорта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71 448,8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и проведение фи</w:t>
            </w:r>
            <w:r>
              <w:t>з</w:t>
            </w:r>
            <w:r>
              <w:t>культурных и спортивных массовых мероприятий»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физической культуры и ма</w:t>
            </w:r>
            <w:r>
              <w:t>с</w:t>
            </w:r>
            <w:r>
              <w:t>сового спорта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08 1 01 71910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инфраструктуры для занятий физической культурой»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60 748,8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«Развитие физической культуры, спорта и соверше</w:t>
            </w:r>
            <w:r>
              <w:t>н</w:t>
            </w:r>
            <w:r>
              <w:t>ствование молодежной политики»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08 1 02 43230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4 600,0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08 1 02 90400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(Субс</w:t>
            </w:r>
            <w:r>
              <w:t>и</w:t>
            </w:r>
            <w:r>
              <w:t>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програ</w:t>
            </w:r>
            <w:r>
              <w:t>м</w:t>
            </w:r>
            <w:r>
              <w:t>мы «Развитие физической культуры и спорта в Росси</w:t>
            </w:r>
            <w:r>
              <w:t>й</w:t>
            </w:r>
            <w:r>
              <w:t>ской Федерации на 2016–2020 годы» (Субсидии авт</w:t>
            </w:r>
            <w:r>
              <w:t>о</w:t>
            </w:r>
            <w:r>
              <w:lastRenderedPageBreak/>
              <w:t>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08 1 02 </w:t>
            </w:r>
            <w:proofErr w:type="spellStart"/>
            <w:r>
              <w:t>R4952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10 162,2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програ</w:t>
            </w:r>
            <w:r>
              <w:t>м</w:t>
            </w:r>
            <w:r>
              <w:t>мы «Развитие физической культуры и спорта в Росси</w:t>
            </w:r>
            <w:r>
              <w:t>й</w:t>
            </w:r>
            <w:r>
              <w:t>ской Федерации на 2016–2020 годы» (строительство физкультурно-оздоровительного комплекса в г. Медв</w:t>
            </w:r>
            <w:r>
              <w:t>е</w:t>
            </w:r>
            <w:r>
              <w:t>жьегорске)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R4953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29 086,6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8.2.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«Подготовка спортивного резерва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спортивной подготовки»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118 267,4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физической культуры и спорта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физической культуры и спорта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89 981,3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програ</w:t>
            </w:r>
            <w:r>
              <w:t>м</w:t>
            </w:r>
            <w:r>
              <w:t>мы «Развитие физической культуры и спорта в Росси</w:t>
            </w:r>
            <w:r>
              <w:t>й</w:t>
            </w:r>
            <w:r>
              <w:t>ской Федерации на 2016–2020 годы»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08 2 01 </w:t>
            </w:r>
            <w:proofErr w:type="spellStart"/>
            <w:r>
              <w:t>R4952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9 510,3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«Подготовка сборных команд по видам спорта»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(Пр</w:t>
            </w:r>
            <w:r>
              <w:t>е</w:t>
            </w:r>
            <w:r>
              <w:t>мии и гранты)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(Су</w:t>
            </w:r>
            <w:r>
              <w:t>б</w:t>
            </w:r>
            <w:r>
              <w:lastRenderedPageBreak/>
              <w:t>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08 2 02 71920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8.3.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«Совершенствование молодежной пол</w:t>
            </w:r>
            <w:r>
              <w:t>и</w:t>
            </w:r>
            <w:r>
              <w:t>тики»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«Вовлечение молодежи в соц</w:t>
            </w:r>
            <w:r>
              <w:t>и</w:t>
            </w:r>
            <w:r>
              <w:t>альную практику»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молодежной политики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08 3 01 71930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6 510,9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реализации молодежной политики в Республике Карелия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Мероприятия по реализации молодежной политики в Республике Карелия (Субсидии некоммерческим орг</w:t>
            </w:r>
            <w:r>
              <w:t>а</w:t>
            </w:r>
            <w:r>
              <w:t>низациям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предпринимательства, включая кр</w:t>
            </w:r>
            <w:r>
              <w:t>е</w:t>
            </w:r>
            <w:r>
              <w:t>стьянские (фермерские) хозяйства, а также молодежного предпринимательства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08 3 01 </w:t>
            </w:r>
            <w:proofErr w:type="spellStart"/>
            <w:r>
              <w:t>R5270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3 149,0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8.4.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«Патриотическое воспитание граждан Российской Федерации, проживающих на территории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и проведение м</w:t>
            </w:r>
            <w:r>
              <w:t>е</w:t>
            </w:r>
            <w:r>
              <w:t>роприятий в сфере патриотического воспитания»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патриотическому воспитанию граждан Российской Федерации, проживающих на территории Республики Карелия (Субсидии бюджетным учрежден</w:t>
            </w:r>
            <w:r>
              <w:t>и</w:t>
            </w:r>
            <w:r>
              <w:lastRenderedPageBreak/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08 4 01 71950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Мероприятия по патриотическому воспитанию граждан Российской Федерации, проживающих на территории Республики Карелия (Субсидии некоммерческим орг</w:t>
            </w:r>
            <w:r>
              <w:t>а</w:t>
            </w:r>
            <w:r>
              <w:t>низациям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08 4 01 71950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области патриот</w:t>
            </w:r>
            <w:r>
              <w:t>и</w:t>
            </w:r>
            <w:r>
              <w:t>ческого воспитания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08 4 01 71960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2 025,9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8.5.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18 543,6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lastRenderedPageBreak/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489,2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«Экономическое развитие и инновационная экон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мика»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329 209,2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9.1.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«Формирование благоприятной инвест</w:t>
            </w:r>
            <w:r>
              <w:t>и</w:t>
            </w:r>
            <w:r>
              <w:t>ционной среды»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194 983,1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«Создание благоприятных усл</w:t>
            </w:r>
            <w:r>
              <w:t>о</w:t>
            </w:r>
            <w:r>
              <w:t>вий для привлечения инвестиций в экономику Республ</w:t>
            </w:r>
            <w:r>
              <w:t>и</w:t>
            </w:r>
            <w:r>
              <w:t>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194 983,1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09 1 01 72210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затрат организаций по уплате пр</w:t>
            </w:r>
            <w:r>
              <w:t>о</w:t>
            </w:r>
            <w:r>
              <w:t>центов по кредитам, полученным для финансирования инвестиционных проектов (Субсидии юридическим л</w:t>
            </w:r>
            <w:r>
              <w:t>и</w:t>
            </w:r>
            <w:r>
              <w:t>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09 1 01 72230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акционерному обществу «Корпорация разв</w:t>
            </w:r>
            <w:r>
              <w:t>и</w:t>
            </w:r>
            <w:r>
              <w:t>тия Республики Карелия» на сопровождение инвестиц</w:t>
            </w:r>
            <w:r>
              <w:t>и</w:t>
            </w:r>
            <w:r>
              <w:t>онных проектов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09 1 01 72300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3 668,0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362DF0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програ</w:t>
            </w:r>
            <w:r>
              <w:t>м</w:t>
            </w:r>
            <w:r>
              <w:lastRenderedPageBreak/>
              <w:t>мы «Развитие Республики Карелия на период до 2020</w:t>
            </w:r>
            <w:r w:rsidR="00362DF0">
              <w:t> </w:t>
            </w:r>
            <w:r>
              <w:t>года» (инфраструктурное обеспечение промы</w:t>
            </w:r>
            <w:r>
              <w:t>ш</w:t>
            </w:r>
            <w:r>
              <w:t>ленной площадки на территории Петрозаводского г</w:t>
            </w:r>
            <w:r>
              <w:t>о</w:t>
            </w:r>
            <w:r>
              <w:t>родского округа)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09 1 01 </w:t>
            </w:r>
            <w:proofErr w:type="spellStart"/>
            <w:r>
              <w:t>R4191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9.2.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малого и среднего предприн</w:t>
            </w:r>
            <w:r>
              <w:t>и</w:t>
            </w:r>
            <w:r>
              <w:t>мательства»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52 594,1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«Организационно-консультационная поддержка малого и среднего пре</w:t>
            </w:r>
            <w:r>
              <w:t>д</w:t>
            </w:r>
            <w:r>
              <w:t>принимательства»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предпринимательства, включая кр</w:t>
            </w:r>
            <w:r>
              <w:t>е</w:t>
            </w:r>
            <w:r>
              <w:t>стьянские (фермерские) хозяйства, а также молодежного предпринимательства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09 2 01 </w:t>
            </w:r>
            <w:proofErr w:type="spellStart"/>
            <w:r>
              <w:t>К5270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«Финансовая поддержка малого и среднего предпринимательства»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51 594,1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дополн</w:t>
            </w:r>
            <w:r>
              <w:t>и</w:t>
            </w:r>
            <w:r>
              <w:t>тельных мероприятий по поддержке малого и среднего предпринимательства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09 2 02 43240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предпринимательства, включая кр</w:t>
            </w:r>
            <w:r>
              <w:t>е</w:t>
            </w:r>
            <w:r>
              <w:t>стьянские (фермерские) хозяйства, а также молодежного предпринимательства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государственной поддержке </w:t>
            </w:r>
            <w:r>
              <w:lastRenderedPageBreak/>
              <w:t>малого и среднего предпринимательства, включая кр</w:t>
            </w:r>
            <w:r>
              <w:t>е</w:t>
            </w:r>
            <w:r>
              <w:t>стьянские (фермерские) хозяйства, а также молодежного предпринимательства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7 336,3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предпринимательства, включая кр</w:t>
            </w:r>
            <w:r>
              <w:t>е</w:t>
            </w:r>
            <w:r>
              <w:t>стьянские (фермерские) хозяйства, а также молодежного предпринимательства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К5270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7 557,8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9.3.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«Совершенствование государственного и муниципального управления»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«Повышение доступности гос</w:t>
            </w:r>
            <w:r>
              <w:t>у</w:t>
            </w:r>
            <w:r>
              <w:t>дарственных и муниципальных услуг и эффективности деятельности органов государственной власти и местн</w:t>
            </w:r>
            <w:r>
              <w:t>о</w:t>
            </w:r>
            <w:r>
              <w:t>го самоуправления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Поощрение </w:t>
            </w:r>
            <w:proofErr w:type="gramStart"/>
            <w:r>
              <w:t>достижения наилучших значений показат</w:t>
            </w:r>
            <w:r>
              <w:t>е</w:t>
            </w:r>
            <w:r>
              <w:t>лей деятельности органов местного самоуправления г</w:t>
            </w:r>
            <w:r>
              <w:t>о</w:t>
            </w:r>
            <w:r>
              <w:t>родских округов</w:t>
            </w:r>
            <w:proofErr w:type="gramEnd"/>
            <w:r>
              <w:t xml:space="preserve"> и муниципальных районов (Иные ме</w:t>
            </w:r>
            <w:r>
              <w:t>ж</w:t>
            </w:r>
            <w:r>
              <w:t>бюджетные трансферты)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09 4 01 44020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9.4.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госуда</w:t>
            </w:r>
            <w:r>
              <w:t>р</w:t>
            </w:r>
            <w:r>
              <w:t>ственного стратегического управления»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2 073,7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Государственного плана подготовки управленческих кадров для организ</w:t>
            </w:r>
            <w:r>
              <w:t>а</w:t>
            </w:r>
            <w:r>
              <w:t>ций народного хозяйства Российской Федерации»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управленческих кадров для организаций народного хозяйства Росси</w:t>
            </w:r>
            <w:r>
              <w:t>й</w:t>
            </w:r>
            <w:r>
              <w:lastRenderedPageBreak/>
              <w:t>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09 5 01 </w:t>
            </w:r>
            <w:proofErr w:type="spellStart"/>
            <w:r>
              <w:t>R0660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«Содействие предприятиям Ре</w:t>
            </w:r>
            <w:r>
              <w:t>с</w:t>
            </w:r>
            <w:r>
              <w:t>публики Карелия в организации экспозиций на росси</w:t>
            </w:r>
            <w:r>
              <w:t>й</w:t>
            </w:r>
            <w:r>
              <w:t>ских и международных выставках и форумах»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организации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09 5 02 72240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законодательных и исполнительных органов государственной власти ст</w:t>
            </w:r>
            <w:r>
              <w:t>а</w:t>
            </w:r>
            <w:r>
              <w:t>тистической информацией о социально-экономическом развитии 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предоставлению статистической и</w:t>
            </w:r>
            <w:r>
              <w:t>н</w:t>
            </w:r>
            <w:r>
              <w:t>формации органам государственной власти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09 5 03 72280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9.5.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74 558,3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68 367,2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6 176,7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 xml:space="preserve">нами исполнительной власти Республики Карелия </w:t>
            </w:r>
            <w:r>
              <w:lastRenderedPageBreak/>
              <w:t>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10.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«Информационное общество»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217 359,9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и эксплуатация и</w:t>
            </w:r>
            <w:r>
              <w:t>н</w:t>
            </w:r>
            <w:r>
              <w:t>фраструктуры электронного правительства, организация предоставления государственных и муниципальных услуг по принципу «одного окна»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217 359,9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Многофункциональный центр предоставления госуда</w:t>
            </w:r>
            <w:r>
              <w:t>р</w:t>
            </w:r>
            <w:r>
              <w:t>ственных и муниципальных услуг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10 0 01 72510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развитие и обеспечение функциониров</w:t>
            </w:r>
            <w:r>
              <w:t>а</w:t>
            </w:r>
            <w:r>
              <w:t>ния инфраструктуры электронного правительства (Су</w:t>
            </w:r>
            <w:r>
              <w:t>б</w:t>
            </w:r>
            <w:r>
              <w:t>сидии юридическим лицам (кроме некоммерческих о</w:t>
            </w:r>
            <w:r>
              <w:t>р</w:t>
            </w:r>
            <w:r>
              <w:t>ганизаций), индивидуальным предпринимателям, физ</w:t>
            </w:r>
            <w:r>
              <w:t>и</w:t>
            </w:r>
            <w:r>
              <w:t>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10 0 01 72520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региональных проектов в сфере информационных технологий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10 0 01 </w:t>
            </w:r>
            <w:proofErr w:type="spellStart"/>
            <w:r>
              <w:t>R0280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2 703 854,9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дорожного хозяйства»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2 412 979,8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«Капитальный ремонт, ремонт и содержание автомобильных дорог общего пользования регионального или межмуниципального и местного зн</w:t>
            </w:r>
            <w:r>
              <w:t>а</w:t>
            </w:r>
            <w:r>
              <w:t>чения»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2 183 111,4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lastRenderedPageBreak/>
              <w:t>тий государственной программы Республики Карелия «Развитие транспортной системы»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11 1 01 43180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дорожного хозяйства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42 102,8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дорожного хозяйства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94 114,7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дорожного хозяйства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1 791,2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</w:t>
            </w:r>
            <w:r>
              <w:t>у</w:t>
            </w:r>
            <w:r>
              <w:t>ниципального значения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1 715 163,8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</w:t>
            </w:r>
            <w:r>
              <w:t>у</w:t>
            </w:r>
            <w:r>
              <w:t>ниципального значения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«Строительство и реконструкция автомобильных дорог, мостовых сооружений на автом</w:t>
            </w:r>
            <w:r>
              <w:t>о</w:t>
            </w:r>
            <w:r>
              <w:t>бильных дорогах общего пользования регионального или межмуниципального значения»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229 868,4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11 1 02 90400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129 268,4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Объекты строительства, реконструкции государственной </w:t>
            </w:r>
            <w:r>
              <w:lastRenderedPageBreak/>
              <w:t>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11 1 02 90420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100 600,0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«Повышение безопасности дорожного движения»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«Первоочередные мероприятия, способствующие снижению уровня аварийности на сети автомобильных дорог общего пользования региональн</w:t>
            </w:r>
            <w:r>
              <w:t>о</w:t>
            </w:r>
            <w:r>
              <w:t>го или межмуниципального значения»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повышению безопасности дорожного движения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11 2 01 72620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транспортного обслуживания населения»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173 148,2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«Возмещение перевозчику части потерь в доходах, возникающих вследствие госуда</w:t>
            </w:r>
            <w:r>
              <w:t>р</w:t>
            </w:r>
            <w:r>
              <w:t>ственного регулирования тарифов на перевозку пасс</w:t>
            </w:r>
            <w:r>
              <w:t>а</w:t>
            </w:r>
            <w:r>
              <w:t>жиров железнодорожным транспортом в пригородном сообщении по территории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45 345,5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ж</w:t>
            </w:r>
            <w:r>
              <w:t>е</w:t>
            </w:r>
            <w:r>
              <w:t>лезнодорожного транспорта, возникающих в результате государственного регулирования тарифов на перевозку пассажиров в поездах пригородного сообщения (Субс</w:t>
            </w:r>
            <w:r>
              <w:t>и</w:t>
            </w:r>
            <w:r>
              <w:t>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11 3 01 72630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43 845,5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принят</w:t>
            </w:r>
            <w:r>
              <w:t>и</w:t>
            </w:r>
            <w:r>
              <w:lastRenderedPageBreak/>
              <w:t>ем решения об установлении льгот по тарифам на проезд обучающихся и воспитанников общеобразовательных учреждений, учащихся очной формы обучения образов</w:t>
            </w:r>
            <w:r>
              <w:t>а</w:t>
            </w:r>
            <w:r>
              <w:t>тельных учреждений начального профессионального, среднего профессионального и высшего профессионал</w:t>
            </w:r>
            <w:r>
              <w:t>ь</w:t>
            </w:r>
            <w:r>
              <w:t>ного образования железнодорожным транспортом общ</w:t>
            </w:r>
            <w:r>
              <w:t>е</w:t>
            </w:r>
            <w:r>
              <w:t>го пользования в пригородном сообщении  (Субсидии 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11 3 01 72640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пассажирских п</w:t>
            </w:r>
            <w:r>
              <w:t>е</w:t>
            </w:r>
            <w:r>
              <w:t>ревозок внутренним водным транспортом»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6 920,0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Организация пассажирских перевозок внутренним во</w:t>
            </w:r>
            <w:r>
              <w:t>д</w:t>
            </w:r>
            <w:r>
              <w:t>ным транспортом в навигацию текущего года по уст</w:t>
            </w:r>
            <w:r>
              <w:t>а</w:t>
            </w:r>
            <w:r>
              <w:t>новленным маршрутам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11 3 02 72650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(Субс</w:t>
            </w:r>
            <w:r>
              <w:t>и</w:t>
            </w:r>
            <w:r>
              <w:t>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11 3 02 90420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1 900,0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мер</w:t>
            </w:r>
            <w:r>
              <w:t>о</w:t>
            </w:r>
            <w:r>
              <w:t>приятий в сфере воздушного транспорта»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109 848,7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воздушного транспорта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11 3 03 72660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73 348,7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затрат организаций в связи с ос</w:t>
            </w:r>
            <w:r>
              <w:t>у</w:t>
            </w:r>
            <w:r>
              <w:lastRenderedPageBreak/>
              <w:t>ществлением пассажирских перевозок воздушным транспортом 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11 3 03 72670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транспортного о</w:t>
            </w:r>
            <w:r>
              <w:t>б</w:t>
            </w:r>
            <w:r>
              <w:t>служивания населения автомобильным транспортом в пригородном и межмуниципальном сообщении по те</w:t>
            </w:r>
            <w:r>
              <w:t>р</w:t>
            </w:r>
            <w:r>
              <w:t>ритории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11 034,0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Организация регулярных перевозок пассажиров и багажа автомобильным транспортом по межмуниципальным маршрутам регулярных перевозок по регулируемым т</w:t>
            </w:r>
            <w:r>
              <w:t>а</w:t>
            </w:r>
            <w:r>
              <w:t>рифам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11 3 04 72780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11 3 04 90420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27 726,9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23 563,0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lastRenderedPageBreak/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3 968,3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(С</w:t>
            </w:r>
            <w:r>
              <w:t>о</w:t>
            </w:r>
            <w:r>
              <w:t>циальные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«Развитие </w:t>
            </w:r>
            <w:proofErr w:type="gramStart"/>
            <w:r>
              <w:rPr>
                <w:b/>
                <w:bCs/>
              </w:rPr>
              <w:t>агропромышленного</w:t>
            </w:r>
            <w:proofErr w:type="gramEnd"/>
            <w:r>
              <w:rPr>
                <w:b/>
                <w:bCs/>
              </w:rPr>
              <w:t xml:space="preserve"> и </w:t>
            </w:r>
            <w:proofErr w:type="spellStart"/>
            <w:r>
              <w:rPr>
                <w:b/>
                <w:bCs/>
              </w:rPr>
              <w:t>рыбохозяйственн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го</w:t>
            </w:r>
            <w:proofErr w:type="spellEnd"/>
            <w:r>
              <w:rPr>
                <w:b/>
                <w:bCs/>
              </w:rPr>
              <w:t xml:space="preserve"> комплексов»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878 717,6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 и переработки продукции животноводства»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490 030,9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племе</w:t>
            </w:r>
            <w:r>
              <w:t>н</w:t>
            </w:r>
            <w:r>
              <w:t>ного животноводства»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поддержке племенного крупного рог</w:t>
            </w:r>
            <w:r>
              <w:t>а</w:t>
            </w:r>
            <w:r>
              <w:t>того скота мясного направления (Субсидии юридич</w:t>
            </w:r>
            <w:r>
              <w:t>е</w:t>
            </w:r>
            <w:r>
              <w:t>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12 1 01 73070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Приобретение племенного молодняка крупного рогатого скота молочного направления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12 1 01 73180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целевых показателей региональных программ развития агропромышленного комплекса – поддержка племенного </w:t>
            </w:r>
            <w:r>
              <w:lastRenderedPageBreak/>
              <w:t>животноводства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12 1 01 </w:t>
            </w:r>
            <w:proofErr w:type="spellStart"/>
            <w:r>
              <w:t>R5431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поддержка племенного животноводства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К5431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4 593,6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молочн</w:t>
            </w:r>
            <w:r>
              <w:t>о</w:t>
            </w:r>
            <w:r>
              <w:t>го скотоводства»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194 420,9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субсидии на 1 килограмм реализованного и (или) отгруженного на собственную переработку молока (Субсидии юридич</w:t>
            </w:r>
            <w:r>
              <w:t>е</w:t>
            </w:r>
            <w:r>
              <w:t>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12 1 02 73120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продуктивн</w:t>
            </w:r>
            <w:r>
              <w:t>о</w:t>
            </w:r>
            <w:r>
              <w:t>сти в молочном скотоводстве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R5420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48 447,2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продуктивн</w:t>
            </w:r>
            <w:r>
              <w:t>о</w:t>
            </w:r>
            <w:r>
              <w:t>сти в молочном скотоводстве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lastRenderedPageBreak/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12 1 02 </w:t>
            </w:r>
            <w:proofErr w:type="spellStart"/>
            <w:r>
              <w:t>К5420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141 973,7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переработки и реализации продукции животноводства»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39 728,0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процентной ставки по краткосрочным кредитам (займам)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R5432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(займам) в агропромышленном комплексе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30 786,7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процентной ставки по краткосрочным кредитам (займам)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К5432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84,4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(займам) в агропромышленном комплексе (Субсидии юридическим лицам (кроме некоммерческих организаций), индивид</w:t>
            </w:r>
            <w:r>
              <w:t>у</w:t>
            </w:r>
            <w:r>
              <w:lastRenderedPageBreak/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12 1 04 </w:t>
            </w:r>
            <w:proofErr w:type="spellStart"/>
            <w:r>
              <w:t>К5440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7 470,6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«Содействие ускорению техн</w:t>
            </w:r>
            <w:r>
              <w:t>и</w:t>
            </w:r>
            <w:r>
              <w:t>ческого обновления и модернизации производства»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222 500,0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проектов в агропромышленном комплексе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12 1 05 72930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новой техн</w:t>
            </w:r>
            <w:r>
              <w:t>и</w:t>
            </w:r>
            <w:r>
              <w:t>ки, машин, оборудования (Субсидии юридическим л</w:t>
            </w:r>
            <w:r>
              <w:t>и</w:t>
            </w:r>
            <w:r>
              <w:t>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12 1 05 72950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первоначального взноса по приобр</w:t>
            </w:r>
            <w:r>
              <w:t>е</w:t>
            </w:r>
            <w:r>
              <w:t>тению предметов лизинга сельскохозяйственной техн</w:t>
            </w:r>
            <w:r>
              <w:t>и</w:t>
            </w:r>
            <w:r>
              <w:t>ки, специализированного автотранспорта и технологич</w:t>
            </w:r>
            <w:r>
              <w:t>е</w:t>
            </w:r>
            <w:r>
              <w:t>ского оборудования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12 1 05 73190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прямых понесенных затрат на создание и модернизацию объе</w:t>
            </w:r>
            <w:r>
              <w:t>к</w:t>
            </w:r>
            <w:r>
              <w:t>тов агропромышленного комплекса, а также на приобр</w:t>
            </w:r>
            <w:r>
              <w:t>е</w:t>
            </w:r>
            <w:r>
              <w:t>тение техники и оборудования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12 1 05 </w:t>
            </w:r>
            <w:proofErr w:type="spellStart"/>
            <w:r>
              <w:t>R5450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</w:t>
            </w:r>
            <w:r>
              <w:t>т</w:t>
            </w:r>
            <w:r>
              <w:t>раслях</w:t>
            </w:r>
            <w:proofErr w:type="spellEnd"/>
            <w:r>
              <w:t xml:space="preserve"> животноводства»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целевых показателей региональных программ развития агропромышленного комплекса – страхование в </w:t>
            </w:r>
            <w:proofErr w:type="spellStart"/>
            <w:r>
              <w:t>подо</w:t>
            </w:r>
            <w:r>
              <w:t>т</w:t>
            </w:r>
            <w:r>
              <w:t>раслях</w:t>
            </w:r>
            <w:proofErr w:type="spellEnd"/>
            <w:r>
              <w:t xml:space="preserve"> животноводства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12 1 06 </w:t>
            </w:r>
            <w:proofErr w:type="spellStart"/>
            <w:r>
              <w:t>R5433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доходов сельскох</w:t>
            </w:r>
            <w:r>
              <w:t>о</w:t>
            </w:r>
            <w:r>
              <w:t>зяйственных товаропроизводителей в области животн</w:t>
            </w:r>
            <w:r>
              <w:t>о</w:t>
            </w:r>
            <w:r>
              <w:t>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поддержке доходности в области ж</w:t>
            </w:r>
            <w:r>
              <w:t>и</w:t>
            </w:r>
            <w:r>
              <w:t>вотноводства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</w:t>
            </w:r>
            <w:r>
              <w:t>и</w:t>
            </w:r>
            <w:r>
              <w:t>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12 1 07 73080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 и переработки продукции растениеводства»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42 500,2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сельскохозяйстве</w:t>
            </w:r>
            <w:r>
              <w:t>н</w:t>
            </w:r>
            <w:r>
              <w:t>ных товаропроизводителей в области растениеводства»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19 550,0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закладке многолетних ягодных и (или) ягодных кустарниковых насаждений (Субсидии юрид</w:t>
            </w:r>
            <w:r>
              <w:t>и</w:t>
            </w:r>
            <w:r>
              <w:t>ческим лицам (кроме некоммерческих организаций), и</w:t>
            </w:r>
            <w:r>
              <w:t>н</w:t>
            </w:r>
            <w:r>
              <w:t>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12 2 01 76350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целевых показателей региональных программ развития </w:t>
            </w:r>
            <w:r>
              <w:lastRenderedPageBreak/>
              <w:t>агропромышленного комплекса – возмещение части з</w:t>
            </w:r>
            <w:r>
              <w:t>а</w:t>
            </w:r>
            <w:r>
              <w:t>трат на приобретение семян с учетом доставки в районы Крайнего Севера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12 2 01 </w:t>
            </w:r>
            <w:proofErr w:type="spellStart"/>
            <w:r>
              <w:t>R5434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з</w:t>
            </w:r>
            <w:r>
              <w:t>а</w:t>
            </w:r>
            <w:r>
              <w:t>трат на приобретение элитных семян (Субсидии юрид</w:t>
            </w:r>
            <w:r>
              <w:t>и</w:t>
            </w:r>
            <w:r>
              <w:t>ческим лицам (кроме некоммерческих организаций), и</w:t>
            </w:r>
            <w:r>
              <w:t>н</w:t>
            </w:r>
            <w:r>
              <w:t>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R5435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з</w:t>
            </w:r>
            <w:r>
              <w:t>а</w:t>
            </w:r>
            <w:r>
              <w:t>трат на приобретение семян с учетом доставки в районы Крайнего Севера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К5434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6 580,0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з</w:t>
            </w:r>
            <w:r>
              <w:t>а</w:t>
            </w:r>
            <w:r>
              <w:t>трат на приобретение элитных семян (Субсидии юрид</w:t>
            </w:r>
            <w:r>
              <w:t>и</w:t>
            </w:r>
            <w:r>
              <w:t>ческим лицам (кроме некоммерческих организаций), и</w:t>
            </w:r>
            <w:r>
              <w:t>н</w:t>
            </w:r>
            <w:r>
              <w:t>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К5435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несвязанной по</w:t>
            </w:r>
            <w:r>
              <w:t>д</w:t>
            </w:r>
            <w:r>
              <w:t>держки сельскохозяйственным товаропроизводителям в области растениеводства»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22 394,4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</w:t>
            </w:r>
            <w:r>
              <w:t>д</w:t>
            </w:r>
            <w:r>
              <w:t>держки сельскохозяйственным товаропроизводителям в области растениеводства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R5410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13 291,7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</w:t>
            </w:r>
            <w:r>
              <w:t>д</w:t>
            </w:r>
            <w:r>
              <w:t>держки сельскохозяйственным товаропроизводителям в области растениеводства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К5410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9 102,7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переработки и реализации продукции растениеводства»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499,4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процентной ставки по краткосрочным кредитам (займам)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R5436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 xml:space="preserve">центной ставки по инвестиционным кредитам (займам) в агропромышленном комплексе (Субсидии юридическим </w:t>
            </w:r>
            <w:r>
              <w:lastRenderedPageBreak/>
              <w:t>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12 2 03 </w:t>
            </w:r>
            <w:proofErr w:type="spellStart"/>
            <w:r>
              <w:t>R5440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183,9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процентной ставки по краткосрочным кредитам (займам)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К5436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(займам) в агропромышленном комплексе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</w:t>
            </w:r>
            <w:r>
              <w:t>т</w:t>
            </w:r>
            <w:r>
              <w:t>раслях</w:t>
            </w:r>
            <w:proofErr w:type="spellEnd"/>
            <w:r>
              <w:t xml:space="preserve"> растениеводства»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12 2 04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целевых показателей региональных программ развития агропромышленного комплекса – страхование в </w:t>
            </w:r>
            <w:proofErr w:type="spellStart"/>
            <w:r>
              <w:t>подо</w:t>
            </w:r>
            <w:r>
              <w:t>т</w:t>
            </w:r>
            <w:r>
              <w:t>раслях</w:t>
            </w:r>
            <w:proofErr w:type="spellEnd"/>
            <w:r>
              <w:t xml:space="preserve"> растениеводства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12 2 04 </w:t>
            </w:r>
            <w:proofErr w:type="spellStart"/>
            <w:r>
              <w:t>R5437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«Поддержка малых форм хозяйствов</w:t>
            </w:r>
            <w:r>
              <w:t>а</w:t>
            </w:r>
            <w:r>
              <w:t>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54 859,5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малых </w:t>
            </w:r>
            <w:r>
              <w:lastRenderedPageBreak/>
              <w:t>форм хозяйствования»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12 3 01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47 659,5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з</w:t>
            </w:r>
            <w:r>
              <w:t>а</w:t>
            </w:r>
            <w:r>
              <w:t>трат на уплату процентов по кредитам и займам, привл</w:t>
            </w:r>
            <w:r>
              <w:t>е</w:t>
            </w:r>
            <w:r>
              <w:t>ченным малыми формами хозяйствования (Субсидии 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R5438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поддержка начина</w:t>
            </w:r>
            <w:r>
              <w:t>ю</w:t>
            </w:r>
            <w:r>
              <w:t>щих фермеров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R5439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развитие семейных животноводческих ферм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 01 R543А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14 888,5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Реализация мероприятий по содействию достижению целевых показателей региональных программ развития агропромышленного комплекса – </w:t>
            </w: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потребительских кооперативов для развития материально-технической базы (Субсидии </w:t>
            </w:r>
            <w:r>
              <w:lastRenderedPageBreak/>
              <w:t>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12 3 01 R543Б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14 250,2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поддержка начина</w:t>
            </w:r>
            <w:r>
              <w:t>ю</w:t>
            </w:r>
            <w:r>
              <w:t>щих фермеров (Субсидии юридическим лицам (кроме некоммерческих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К5439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4 188,3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развитие семейных животноводческих ферм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 01 К543А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3 587,2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развития произво</w:t>
            </w:r>
            <w:r>
              <w:t>д</w:t>
            </w:r>
            <w:r>
              <w:t>ства в малых формах хозяйствования»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Проведение конкурса на звание «Лучший владелец ли</w:t>
            </w:r>
            <w:r>
              <w:t>ч</w:t>
            </w:r>
            <w:r>
              <w:t>ного подсобного хозяйства», «Лучшее крестьянское (фермерское) хозяйство»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12 3 02 72970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</w:t>
            </w:r>
            <w:r>
              <w:t>и</w:t>
            </w:r>
            <w:r>
              <w:t>вотноводства в малых формах хозяйствования (Субс</w:t>
            </w:r>
            <w:r>
              <w:t>и</w:t>
            </w:r>
            <w:r>
              <w:t>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12 3 02 76320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«Устойчивое развитие сельских террит</w:t>
            </w:r>
            <w:r>
              <w:t>о</w:t>
            </w:r>
            <w:r>
              <w:lastRenderedPageBreak/>
              <w:t>рий»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12 4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32 300,3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«Улучшение жилищных условий граждан, проживающих в сельской местности, в том числе молодых семей и молодых специалистов»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22 589,7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 (Соц</w:t>
            </w:r>
            <w:r>
              <w:t>и</w:t>
            </w:r>
            <w:r>
              <w:t>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6 776,9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 (Субс</w:t>
            </w:r>
            <w:r>
              <w:t>и</w:t>
            </w:r>
            <w:r>
              <w:t>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15 812,8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профессиональных кадров и достижений в сфере сельского развития»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1 036,4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</w:t>
            </w:r>
            <w:r>
              <w:t>ь</w:t>
            </w:r>
            <w:r>
              <w:t>ского развития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</w:t>
            </w:r>
            <w:r>
              <w:t>ь</w:t>
            </w:r>
            <w:r>
              <w:t>ского развития 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поддержке профессиональных кадров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12 4 02 72990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 xml:space="preserve">Мероприятия по поддержке инициатив садоводческих, </w:t>
            </w:r>
            <w:r>
              <w:lastRenderedPageBreak/>
              <w:t>огороднических и дачных некоммерческих объединений граждан (Субсидии некоммерческим организациям (за исключением государственных (муниципальных) учр</w:t>
            </w:r>
            <w:r>
              <w:t>е</w:t>
            </w:r>
            <w:r>
              <w:t>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12 4 02 73000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136,4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«Комплексное обустройство населенных пунктов, расположенных в сельской местн</w:t>
            </w:r>
            <w:r>
              <w:t>о</w:t>
            </w:r>
            <w:r>
              <w:t>сти, объектами социальной, инженерной инфраструкт</w:t>
            </w:r>
            <w:r>
              <w:t>у</w:t>
            </w:r>
            <w:r>
              <w:t>ры и автомобильными дорогами»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8 174,2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12 4 03 90400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поддержка местных инициатив граждан, проживающих в сельской местн</w:t>
            </w:r>
            <w:r>
              <w:t>о</w:t>
            </w:r>
            <w:r>
              <w:t>сти)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R5673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6 161,0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комплексных мер по ликвидации опасных растений»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борьбе с опасным сорным растением борщевик Сосновского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12 4 04 73090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государственной ветеринарной службы, обеспечение эпизоотического благополучия»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66 240,0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726CB" w:rsidRDefault="00A614BE" w:rsidP="007726CB">
            <w:r>
              <w:t xml:space="preserve">Основное мероприятие «Модернизация учреждений </w:t>
            </w:r>
          </w:p>
          <w:p w:rsidR="00A614BE" w:rsidRDefault="00A614BE" w:rsidP="007726CB">
            <w:pPr>
              <w:rPr>
                <w:sz w:val="24"/>
                <w:szCs w:val="24"/>
              </w:rPr>
            </w:pPr>
            <w:r>
              <w:t>государственной ветеринарной службы»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государственных бюджетных учреждений современным оборудованием, техникой и автотранспо</w:t>
            </w:r>
            <w:r>
              <w:t>р</w:t>
            </w:r>
            <w:r>
              <w:t>том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12 5 01 73130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«Оказание услуг по предупр</w:t>
            </w:r>
            <w:r>
              <w:t>е</w:t>
            </w:r>
            <w:r>
              <w:t>ждению и ликвидации заразных и иных болезней живо</w:t>
            </w:r>
            <w:r>
              <w:t>т</w:t>
            </w:r>
            <w:r>
              <w:t>ных»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Проведение противоэпизоотических мероприятий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12 5 02 73010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«Регулирование численности безнадзорных животных»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отдельных государственных полном</w:t>
            </w:r>
            <w:r>
              <w:t>о</w:t>
            </w:r>
            <w:r>
              <w:t>чий Республики Карелия по организации проведения на территории Республики Карелия мероприятий по отлову и содержанию безнадзорных животных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12 5 03 42180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мелиорации земель сельскох</w:t>
            </w:r>
            <w:r>
              <w:t>о</w:t>
            </w:r>
            <w:r>
              <w:t>зяйственного назначения, повышение плодородия почв»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41 855,5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мелиоративных с</w:t>
            </w:r>
            <w:r>
              <w:t>и</w:t>
            </w:r>
            <w:r>
              <w:t>стем»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26 855,5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проектно-сметной документации на реконструкцию мелиорати</w:t>
            </w:r>
            <w:r>
              <w:t>в</w:t>
            </w:r>
            <w:r>
              <w:t>ных систем общего и индивидуального пользования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12 6 01 73060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2 977,0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проектной д</w:t>
            </w:r>
            <w:r>
              <w:t>о</w:t>
            </w:r>
            <w:r>
              <w:t xml:space="preserve">кументации на проведение </w:t>
            </w:r>
            <w:proofErr w:type="spellStart"/>
            <w:r>
              <w:t>культуртехнических</w:t>
            </w:r>
            <w:proofErr w:type="spellEnd"/>
            <w:r>
              <w:t xml:space="preserve"> мер</w:t>
            </w:r>
            <w:r>
              <w:t>о</w:t>
            </w:r>
            <w:r>
              <w:t>приятий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12 6 01 76360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423,0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сельск</w:t>
            </w:r>
            <w:r>
              <w:t>о</w:t>
            </w:r>
            <w:r>
              <w:lastRenderedPageBreak/>
              <w:t>хозяйственного назначения (проведение гидромелиор</w:t>
            </w:r>
            <w:r>
              <w:t>а</w:t>
            </w:r>
            <w:r>
              <w:t>тивных мероприятий) 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12 6 01 </w:t>
            </w:r>
            <w:proofErr w:type="spellStart"/>
            <w:r>
              <w:t>R5681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18 486,8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сельск</w:t>
            </w:r>
            <w:r>
              <w:t>о</w:t>
            </w:r>
            <w:r>
              <w:t xml:space="preserve">хозяйственного назначения (проведение </w:t>
            </w:r>
            <w:proofErr w:type="spellStart"/>
            <w:r>
              <w:t>культуртехн</w:t>
            </w:r>
            <w:r>
              <w:t>и</w:t>
            </w:r>
            <w:r>
              <w:t>ческих</w:t>
            </w:r>
            <w:proofErr w:type="spellEnd"/>
            <w:r>
              <w:t xml:space="preserve"> мероприятий) (Субсидии юридическим лицам (кроме некоммерческих организаций), индивидуальным предпринимателям,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R5682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4 968,7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«Осуществление </w:t>
            </w:r>
            <w:proofErr w:type="spellStart"/>
            <w:r>
              <w:t>противопаво</w:t>
            </w:r>
            <w:r>
              <w:t>д</w:t>
            </w:r>
            <w:r>
              <w:t>ковых</w:t>
            </w:r>
            <w:proofErr w:type="spellEnd"/>
            <w:r>
              <w:t xml:space="preserve"> мероприятий на мелиоративных объектах и п</w:t>
            </w:r>
            <w:r>
              <w:t>о</w:t>
            </w:r>
            <w:r>
              <w:t>вышение плодородия почв»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повышению почвенного плодородия (Субсидии юридическим лицам (кроме некоммерческих организаций),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12 6 02 73030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12.7.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рыбного хозяйства»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79 422,3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субъектов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47 790,1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затрат на уплату процентов по кредитам, полученным в росси</w:t>
            </w:r>
            <w:r>
              <w:t>й</w:t>
            </w:r>
            <w:r>
              <w:t xml:space="preserve">ских кредитных организациях, на развитие </w:t>
            </w:r>
            <w:proofErr w:type="spellStart"/>
            <w:r>
              <w:t>аквакультуры</w:t>
            </w:r>
            <w:proofErr w:type="spellEnd"/>
            <w:r>
              <w:t xml:space="preserve"> (рыбоводство)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осетроводства</w:t>
            </w:r>
            <w:proofErr w:type="spellEnd"/>
            <w:r>
              <w:t xml:space="preserve"> (Субсидии 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R5260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30 682,7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целевых показателей региональных программ развития агропромышленного комплекса – возмещение части процентной ставки по краткосрочным кредитам (займам) субъектам товарного рыбоводства (Субсидии юридич</w:t>
            </w:r>
            <w:r>
              <w:t>е</w:t>
            </w:r>
            <w:r>
              <w:t>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01 R543В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7 509,7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</w:t>
            </w:r>
            <w:r>
              <w:t>о</w:t>
            </w:r>
            <w:r>
              <w:t>центной ставки по инвестиционным кредитам (займам) в агропромышленном комплексе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R5440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9 597,7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«Сохранение и восстановление водных биологических ресурсов»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организации, регулирования и охраны водных биологических ресурсов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12 7 02 59100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</w:t>
            </w:r>
            <w:proofErr w:type="spellStart"/>
            <w:r>
              <w:t>аквакул</w:t>
            </w:r>
            <w:r>
              <w:t>ь</w:t>
            </w:r>
            <w:r>
              <w:t>туры</w:t>
            </w:r>
            <w:proofErr w:type="spellEnd"/>
            <w:r>
              <w:t>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потреб</w:t>
            </w:r>
            <w:r>
              <w:t>и</w:t>
            </w:r>
            <w:r>
              <w:t xml:space="preserve">тельских кооперативов в области </w:t>
            </w:r>
            <w:proofErr w:type="spellStart"/>
            <w:r>
              <w:t>аквакультуры</w:t>
            </w:r>
            <w:proofErr w:type="spellEnd"/>
            <w:r>
              <w:t xml:space="preserve"> (Субс</w:t>
            </w:r>
            <w:r>
              <w:t>и</w:t>
            </w:r>
            <w:r>
              <w:t>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12 7 03 76340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12.8.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71 508,9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58 797,0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11 363,3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органов государственной власти Республики Карелия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«Воспроизводство и использование природных 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сурсов и охрана окружающей среды»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765 556,6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«Воспроизводство и использование ле</w:t>
            </w:r>
            <w:r>
              <w:t>с</w:t>
            </w:r>
            <w:r>
              <w:t xml:space="preserve">ных ресурсов» 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«Предоставление лесов в польз</w:t>
            </w:r>
            <w:r>
              <w:t>о</w:t>
            </w:r>
            <w:r>
              <w:t>вание, их охрана, защита и воспроизводство»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362 167,0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Осуществление переданных полномочий Российской </w:t>
            </w:r>
            <w:r>
              <w:lastRenderedPageBreak/>
              <w:t>Федерации в области лесных отношений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13 1 01 51290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74 134,6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155 688,2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лесных отношений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1 142,7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лесных отношений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5 735,8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лесных отношений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3 117,5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Определение функциональных зон в лесопарковых з</w:t>
            </w:r>
            <w:r>
              <w:t>о</w:t>
            </w:r>
            <w:r>
              <w:t>нах, площади лесопарковых зон, зеленых зон, устано</w:t>
            </w:r>
            <w:r>
              <w:t>в</w:t>
            </w:r>
            <w:r>
              <w:t>ление и изменение границ лесопарковых зон, зеленых зон 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13 1 01 73280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518,0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«Воспроизводство минерально-сырьевой базы»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и освоение месторо</w:t>
            </w:r>
            <w:r>
              <w:t>ж</w:t>
            </w:r>
            <w:r>
              <w:t>дений общераспространенных полезных ископаемых»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сфере недропользования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13 2 01 73210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13.3.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«Использование и охрана водных объе</w:t>
            </w:r>
            <w:r>
              <w:t>к</w:t>
            </w:r>
            <w:r>
              <w:t>тов на территории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«Проведение работ, направле</w:t>
            </w:r>
            <w:r>
              <w:t>н</w:t>
            </w:r>
            <w:r>
              <w:t>ных на снижение негативного воздействия вод и ликв</w:t>
            </w:r>
            <w:r>
              <w:t>и</w:t>
            </w:r>
            <w:r>
              <w:t>дацию его последствий, а также на охрану водных об</w:t>
            </w:r>
            <w:r>
              <w:t>ъ</w:t>
            </w:r>
            <w:r>
              <w:t>ектов»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водных отношений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13 3 01 51280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водных отношений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13 3 01 73220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11 465,3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«Проведение природоохранных мероприятий»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11 065,3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охраны окружающей среды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13 4 01 73240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4 645,4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охраны окружающей среды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13 4 01 73250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4 969,9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Актуализация территориальной схемы в области обр</w:t>
            </w:r>
            <w:r>
              <w:t>а</w:t>
            </w:r>
            <w:r>
              <w:t>щения с отходами, в том числе с твердыми коммунал</w:t>
            </w:r>
            <w:r>
              <w:t>ь</w:t>
            </w:r>
            <w:r>
              <w:t>ными отходами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13 4 01 73260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«Осуществление государстве</w:t>
            </w:r>
            <w:r>
              <w:t>н</w:t>
            </w:r>
            <w:r>
              <w:t>ного экологического надзора и нормирования допуст</w:t>
            </w:r>
            <w:r>
              <w:t>и</w:t>
            </w:r>
            <w:r>
              <w:t>мого воздействия на окружающую среду при осущест</w:t>
            </w:r>
            <w:r>
              <w:t>в</w:t>
            </w:r>
            <w:r>
              <w:t>лении хозяйственной и иной деятельности»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проведению государственной экологич</w:t>
            </w:r>
            <w:r>
              <w:t>е</w:t>
            </w:r>
            <w:r>
              <w:t>ской экспертизы объектов регионального уровня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13 4 02 73230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охотничьего хозяйства»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650,2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«Повышение продуктивности охотничьих угодий»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580,2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 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13 5 01 59200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охотнич</w:t>
            </w:r>
            <w:r>
              <w:t>ь</w:t>
            </w:r>
            <w:r>
              <w:t>их угодий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13 5 01 73290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«Регулирование охотхозяйстве</w:t>
            </w:r>
            <w:r>
              <w:t>н</w:t>
            </w:r>
            <w:r>
              <w:t>ной деятельности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регулированию охотхозяйственной де</w:t>
            </w:r>
            <w:r>
              <w:t>я</w:t>
            </w:r>
            <w:r>
              <w:t>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13 5 02 73300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13.6.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142 026,8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lastRenderedPageBreak/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66 108,6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3 221,2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лесных отношений (Исполнение судебных актов)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охотнич</w:t>
            </w:r>
            <w:r>
              <w:t>ь</w:t>
            </w:r>
            <w:r>
              <w:t>их ресурсов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в области охраны и использования охотнич</w:t>
            </w:r>
            <w:r>
              <w:t>ь</w:t>
            </w:r>
            <w:r>
              <w:t xml:space="preserve">их ресурсов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1 984,2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</w:t>
            </w: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>тика правонарушений»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599 352,6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D90AC6">
            <w:pPr>
              <w:ind w:right="-80"/>
              <w:rPr>
                <w:sz w:val="24"/>
                <w:szCs w:val="24"/>
              </w:rPr>
            </w:pPr>
            <w:r>
              <w:t>Основное мероприятие «Обеспечение пожарной безопа</w:t>
            </w:r>
            <w:r>
              <w:t>с</w:t>
            </w:r>
            <w:r>
              <w:t>ности»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</w:t>
            </w:r>
            <w:r>
              <w:t>о</w:t>
            </w:r>
            <w:r>
              <w:t>жаров подразделениями противопожарной службы Ре</w:t>
            </w:r>
            <w:r>
              <w:t>с</w:t>
            </w:r>
            <w:r>
              <w:t>публики Карелия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413 971,3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</w:t>
            </w:r>
            <w:r>
              <w:t>о</w:t>
            </w:r>
            <w:r>
              <w:t>жаров подразделениями противопожарной службы Ре</w:t>
            </w:r>
            <w:r>
              <w:t>с</w:t>
            </w:r>
            <w:r>
              <w:t>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58 747,5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</w:t>
            </w:r>
            <w:r>
              <w:t>о</w:t>
            </w:r>
            <w:r>
              <w:t>жаров подразделениями противопожарной службы Ре</w:t>
            </w:r>
            <w:r>
              <w:t>с</w:t>
            </w:r>
            <w:r>
              <w:t>публики Карелия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2 455,5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14 1 01 90420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«Снижение рисков и смягчение после</w:t>
            </w:r>
            <w:r>
              <w:t>д</w:t>
            </w:r>
            <w:r>
              <w:t>ствий чрезвычайных ситуаций природного и техноге</w:t>
            </w:r>
            <w:r>
              <w:t>н</w:t>
            </w:r>
            <w:r>
              <w:lastRenderedPageBreak/>
              <w:t>ного характера»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14 2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защиты населения при чрезвычайных ситуациях, обеспечение безопасности людей»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чрезвычайных ситуациях пр</w:t>
            </w:r>
            <w:r>
              <w:t>и</w:t>
            </w:r>
            <w:r>
              <w:t>родного и техногенного характера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43 441,3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чрезвычайных ситуациях пр</w:t>
            </w:r>
            <w:r>
              <w:t>и</w:t>
            </w:r>
            <w:r>
              <w:t>родного и техногенного характера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4 005,7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чрезвычайных ситуациях пр</w:t>
            </w:r>
            <w:r>
              <w:t>и</w:t>
            </w:r>
            <w:r>
              <w:t>родного и техногенного характера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t>данской обороны, защиты от чрезвычайных ситуаций, пожарной безопасности и основам противодействия те</w:t>
            </w:r>
            <w:r>
              <w:t>р</w:t>
            </w:r>
            <w:r>
              <w:t>роризму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5 399,0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t>данской обороны, защиты от чрезвычайных ситуаций, пожарной безопасности и основам противодействия те</w:t>
            </w:r>
            <w:r>
              <w:t>р</w:t>
            </w:r>
            <w:r>
              <w:t>роризму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1 947,0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</w:t>
            </w:r>
            <w:r>
              <w:t>ж</w:t>
            </w:r>
            <w:r>
              <w:lastRenderedPageBreak/>
              <w:t>данской обороны, защиты от чрезвычайных ситуаций, пожарной безопасности и основам противодействия те</w:t>
            </w:r>
            <w:r>
              <w:t>р</w:t>
            </w:r>
            <w:r>
              <w:t>роризму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14 2 01 73530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автом</w:t>
            </w:r>
            <w:r>
              <w:t>а</w:t>
            </w:r>
            <w:r>
              <w:t>тизированной системы централизованного оповещения населения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19 766,8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автом</w:t>
            </w:r>
            <w:r>
              <w:t>а</w:t>
            </w:r>
            <w:r>
              <w:t>тизированной системы централизованного оповещения населения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6 619,2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автом</w:t>
            </w:r>
            <w:r>
              <w:t>а</w:t>
            </w:r>
            <w:r>
              <w:t>тизированной системы централизованного оповещения населения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радиационной безопасности населения и территории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созданию системы обеспечения выз</w:t>
            </w:r>
            <w:r>
              <w:t>о</w:t>
            </w:r>
            <w:r>
              <w:t>вов экстренных оперативных служб по единому номеру «112»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14 2 01 73590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7 098,0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профилакт</w:t>
            </w:r>
            <w:r>
              <w:t>и</w:t>
            </w:r>
            <w:r>
              <w:t>ки правонарушений»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7 098,0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90DE0">
            <w:pPr>
              <w:ind w:right="-80"/>
              <w:rPr>
                <w:sz w:val="24"/>
                <w:szCs w:val="24"/>
              </w:rPr>
            </w:pPr>
            <w:r>
              <w:t>Субвенции федеральному бюджету на осуществление ч</w:t>
            </w:r>
            <w:r>
              <w:t>а</w:t>
            </w:r>
            <w:r>
              <w:t xml:space="preserve">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 </w:t>
            </w:r>
            <w:r>
              <w:lastRenderedPageBreak/>
              <w:t>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14 3 01 57010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Ре</w:t>
            </w:r>
            <w:r>
              <w:t>с</w:t>
            </w:r>
            <w:r>
              <w:t>публике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2 198,0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Ре</w:t>
            </w:r>
            <w:r>
              <w:t>с</w:t>
            </w:r>
            <w:r>
              <w:t>публике Карелия (Иные выплаты населению)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24 695,4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23 257,1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1 436,7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институтов гражданского общества и ра</w:t>
            </w:r>
            <w:r>
              <w:rPr>
                <w:b/>
                <w:bCs/>
              </w:rPr>
              <w:t>з</w:t>
            </w:r>
            <w:r>
              <w:rPr>
                <w:b/>
                <w:bCs/>
              </w:rPr>
              <w:t>витие местного самоуправления, защита прав и св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бод человека и гражданина»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363 531,0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«Поддержка социально ориентированных некоммерческих организаций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проектов, реализу</w:t>
            </w:r>
            <w:r>
              <w:t>е</w:t>
            </w:r>
            <w:r>
              <w:t xml:space="preserve">мых социально ориентированными некоммерческими </w:t>
            </w:r>
            <w:r>
              <w:lastRenderedPageBreak/>
              <w:t>организациями»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15 1 01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Гранты в форме субсидий социально ориентированным некоммерческим организациям, достигшим наилучших результатов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15 1 01 73860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«Создание условий для расширения д</w:t>
            </w:r>
            <w:r>
              <w:t>о</w:t>
            </w:r>
            <w:r>
              <w:t>ступа населения к информации, распространяемой в средствах массовой информации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88 558,7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«Размещение информационных материалов и публикация правовых актов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88 558,7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15 2 01 73800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D609BC">
            <w:pPr>
              <w:ind w:right="-80"/>
              <w:rPr>
                <w:sz w:val="24"/>
                <w:szCs w:val="24"/>
              </w:rPr>
            </w:pPr>
            <w:r>
              <w:t>Информационное освещение деятельности органов гос</w:t>
            </w:r>
            <w:r>
              <w:t>у</w:t>
            </w:r>
            <w:r>
              <w:t>дарственной власти Республики Карелия и результатов социально-экономического развития Республики Кар</w:t>
            </w:r>
            <w:r>
              <w:t>е</w:t>
            </w:r>
            <w:r>
              <w:t>лия (Субсидии автономным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60 773,7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«Сохранение единства народов и этнич</w:t>
            </w:r>
            <w:r>
              <w:t>е</w:t>
            </w:r>
            <w:r>
              <w:t>ских общностей Карелии» («</w:t>
            </w:r>
            <w:proofErr w:type="spellStart"/>
            <w:r>
              <w:t>Карьяла</w:t>
            </w:r>
            <w:proofErr w:type="spellEnd"/>
            <w:r>
              <w:t xml:space="preserve"> – наш дом»)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и поддержка проектов, направленных на развитие наци</w:t>
            </w:r>
            <w:r>
              <w:t>о</w:t>
            </w:r>
            <w:r>
              <w:t>нального (этнокультурного) потенциала»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сохранению единства народов и этн</w:t>
            </w:r>
            <w:r>
              <w:t>и</w:t>
            </w:r>
            <w:r>
              <w:t>ческих общностей Республики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15 3 01 73820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968,2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</w:t>
            </w:r>
            <w:r>
              <w:t>с</w:t>
            </w:r>
            <w:r>
              <w:t xml:space="preserve">сийской нации и этнокультурному развитию народов </w:t>
            </w:r>
            <w:r>
              <w:lastRenderedPageBreak/>
              <w:t>России (Субсидии некоммерческим организациям (за исключением государственных (муниципальных) учр</w:t>
            </w:r>
            <w:r>
              <w:t>е</w:t>
            </w:r>
            <w:r>
              <w:t>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15 3 01 </w:t>
            </w:r>
            <w:proofErr w:type="spellStart"/>
            <w:r>
              <w:t>R5160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11 513,2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15.4.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«Содействие развитию муниципальной службы, территориального общественного самоуправл</w:t>
            </w:r>
            <w:r>
              <w:t>е</w:t>
            </w:r>
            <w:r>
              <w:t>ния и иных форм осуществления местного самоуправл</w:t>
            </w:r>
            <w:r>
              <w:t>е</w:t>
            </w:r>
            <w:r>
              <w:t>ния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79 100,0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гражданской инициативы, развитие форм осуществления местного самоуправления»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54 100,0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поддержку местных инициатив граждан, проживающих в муниципальных образованиях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15 4 01 43140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Поддержка развития территориального общественного самоуправления (Иные межбюджетные трансферты)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15 4 01 44070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населения об оценке эффективности деятельности органов местного самоуправления городских округов и муниципальных районов Республики Карелия (Субсидии некоммерч</w:t>
            </w:r>
            <w:r>
              <w:t>е</w:t>
            </w:r>
            <w:r>
              <w:t>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15 4 01 73830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по социально-экономическому развитию территорий»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подготовку к провед</w:t>
            </w:r>
            <w:r>
              <w:t>е</w:t>
            </w:r>
            <w:r>
              <w:t>нию Дня Республики Карелия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15 4 02 43190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15.5.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системы мировой юстиции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15 5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«Создание условий для ос</w:t>
            </w:r>
            <w:r>
              <w:t>у</w:t>
            </w:r>
            <w:r>
              <w:lastRenderedPageBreak/>
              <w:t>ществления правосудия мировыми судьями»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15 5 01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организационному обеспечению де</w:t>
            </w:r>
            <w:r>
              <w:t>я</w:t>
            </w:r>
            <w:r>
              <w:t>тельности мировых судей и их аппаратов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15 5 01 73840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«Формирование и подготовка резерва управленческих кадров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</w:t>
            </w:r>
            <w:r>
              <w:t>а</w:t>
            </w:r>
            <w:r>
              <w:t>ла»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15 6 01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формированию и подготовке резерва управленческих кадров Республики Карелия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15 6 01 73850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15.7.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176 167,9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87 984,7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54 639,1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32 218,7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lastRenderedPageBreak/>
              <w:t>нами исполнительной власти Республики Карелия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1 272,4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«Эффективное управление региональными и мун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ципальными финансами»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2 352 578,7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среднесрочного и долгосро</w:t>
            </w:r>
            <w:r>
              <w:t>ч</w:t>
            </w:r>
            <w:r>
              <w:t xml:space="preserve">ного бюджетного планирования» 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«Автоматизация и техническое обеспечение бюджетного процесса»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обеспечению функционирования инт</w:t>
            </w:r>
            <w:r>
              <w:t>е</w:t>
            </w:r>
            <w:r>
              <w:t>грированных автоматизированных систем управления бюджетным процессом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16 1 01 74100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«Создание условий для повышения р</w:t>
            </w:r>
            <w:r>
              <w:t>е</w:t>
            </w:r>
            <w:r>
              <w:t>зультативности бюджетных расходов»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858 840,0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606 464,0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Дотация на выравнивание бюджетной обеспеченности муниципальных районов (городских округов) (Дотации)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16 3 01 41010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расчету и предоставлению дотаций на в</w:t>
            </w:r>
            <w:r>
              <w:t>ы</w:t>
            </w:r>
            <w:r>
              <w:t>равнивание бюджетной обеспеченности бюджетам пос</w:t>
            </w:r>
            <w:r>
              <w:t>е</w:t>
            </w:r>
            <w:r>
              <w:t>лений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16 3 01 42150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28 224,0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252 376,0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сбалансир</w:t>
            </w:r>
            <w:r>
              <w:t>о</w:t>
            </w:r>
            <w:r>
              <w:t>ванности бюджетов муниципальных образований (Дот</w:t>
            </w:r>
            <w:r>
              <w:t>а</w:t>
            </w:r>
            <w:r>
              <w:t>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16 3 02 41020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«Эффективное управление региональными и муниц</w:t>
            </w:r>
            <w:r>
              <w:t>и</w:t>
            </w:r>
            <w:r>
              <w:t>пальными финансами»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16 3 02 43170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152 376,0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16.3.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</w:t>
            </w:r>
            <w:r>
              <w:t>с</w:t>
            </w:r>
            <w:r>
              <w:t>публики Карелия и формирование бюджетной отчетн</w:t>
            </w:r>
            <w:r>
              <w:t>о</w:t>
            </w:r>
            <w:r>
              <w:t xml:space="preserve">сти» 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1 329 907,2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своевременных расчетов и выплат по обязательствам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1 309 907,2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Процентные платежи по государственному долгу Ре</w:t>
            </w:r>
            <w:r>
              <w:t>с</w:t>
            </w:r>
            <w:r>
              <w:t>публики Карелия (Обслуживание государственного до</w:t>
            </w:r>
            <w:r>
              <w:t>л</w:t>
            </w:r>
            <w:r>
              <w:t>га субъекта Российской Федерации)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16 4 01 74110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Выполнение обязательств по выплате агентских коми</w:t>
            </w:r>
            <w:r>
              <w:t>с</w:t>
            </w:r>
            <w:r>
              <w:t>сий и вознаграждения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16 4 01 74120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Исполнение судебных актов, подлежащих взысканию с казны Республики Карелия (Исполнение судебных а</w:t>
            </w:r>
            <w:r>
              <w:t>к</w:t>
            </w:r>
            <w:r>
              <w:t>тов)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16 4 01 74130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«Модернизация информацио</w:t>
            </w:r>
            <w:r>
              <w:t>н</w:t>
            </w:r>
            <w:r>
              <w:t>ных систем управления общественными финансами»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16 4 02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Мероприятия по развитию автоматизированных систем </w:t>
            </w:r>
            <w:r>
              <w:lastRenderedPageBreak/>
              <w:t>управления бюджетным процессом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16 4 02 74140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16.4.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158 831,5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133 615,5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9 299,2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15 277,2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«Управление государственным имуществом Респу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82 841,8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«Содержание и ремонт недв</w:t>
            </w:r>
            <w:r>
              <w:t>и</w:t>
            </w:r>
            <w:r>
              <w:lastRenderedPageBreak/>
              <w:t>жимого имущества, составляющего государственную казну Республики Карелия и расположенного на земел</w:t>
            </w:r>
            <w:r>
              <w:t>ь</w:t>
            </w:r>
            <w:r>
              <w:t>ных участках, находящихся в собственности Республики Карелия, и вовлечение его в хозяйственный оборот»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17 0 01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содержанию и ремонту недвижимого имущества, составляющего государственную казну Ре</w:t>
            </w:r>
            <w:r>
              <w:t>с</w:t>
            </w:r>
            <w:r>
              <w:t>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17 0 01 74400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«Организация использования з</w:t>
            </w:r>
            <w:r>
              <w:t>е</w:t>
            </w:r>
            <w:r>
              <w:t>мельных участков»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43 183,8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Проведение кадастровых работ в отношении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17 0 02 74410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 Республики Карелия в сфере распоряж</w:t>
            </w:r>
            <w:r>
              <w:t>е</w:t>
            </w:r>
            <w:r>
              <w:t>ния земельными участками, государственная собстве</w:t>
            </w:r>
            <w:r>
              <w:t>н</w:t>
            </w:r>
            <w:r>
              <w:t>ность на которые не разграничена (Расходы на выплаты персоналу казенных учреждений)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24 680,3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 Республики Карелия в сфере распоряж</w:t>
            </w:r>
            <w:r>
              <w:t>е</w:t>
            </w:r>
            <w:r>
              <w:t>ния земельными участками, государственная собстве</w:t>
            </w:r>
            <w:r>
              <w:t>н</w:t>
            </w:r>
            <w:r>
              <w:t>ность на которые не разграничена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2 230,3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в области государственной кадастровой оценки на территории Республики Карелия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17 0 02 74450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10 973,2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17.1.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38 418,0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36 531,2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1 867,0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Государственная программа Республики Карелия «Энергосбережение, 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развитие энергетики»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38 560,0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«Энергосбережение и повышение энерг</w:t>
            </w:r>
            <w:r>
              <w:t>е</w:t>
            </w:r>
            <w:r>
              <w:t>тической эффективности в Республике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«Строительство и реконструкция объектов теплоэнергетики, внедрение энергосберега</w:t>
            </w:r>
            <w:r>
              <w:t>ю</w:t>
            </w:r>
            <w:r>
              <w:t>щих технологий»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энергосбережению и повышению эне</w:t>
            </w:r>
            <w:r>
              <w:t>р</w:t>
            </w:r>
            <w:r>
              <w:t>гетической эффективности (Иные закупки товаров, р</w:t>
            </w:r>
            <w:r>
              <w:t>а</w:t>
            </w:r>
            <w:r>
              <w:t>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18.2.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Подпрограмма «Развитие газоснабжения и газификации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«Строительство газопроводов </w:t>
            </w:r>
            <w:r>
              <w:lastRenderedPageBreak/>
              <w:t>распределительных сетей, в том числе проектно-изыскательские работы»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18 2 01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государстве</w:t>
            </w:r>
            <w:r>
              <w:t>н</w:t>
            </w:r>
            <w:r>
              <w:t>ной и муниципальной собственности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18 2 01 90400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государственной и муниципальной собственности, реализуемые в соо</w:t>
            </w:r>
            <w:r>
              <w:t>т</w:t>
            </w:r>
            <w:r>
              <w:t>ветствии с федеральной целевой программой «Развитие Республики Карелия на период до 2020 года»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18 2 01 90420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28 400,0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туризма»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313 411,5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туристского потенц</w:t>
            </w:r>
            <w:r>
              <w:t>и</w:t>
            </w:r>
            <w:r>
              <w:t>ала»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13 580,0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19 0 01 74600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9 380,0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туристского потенциала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развитию туристского потенциала (Субсидии бюджетным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«Создание инженерной и тран</w:t>
            </w:r>
            <w:r>
              <w:t>с</w:t>
            </w:r>
            <w:r>
              <w:t>портной инфраструктуры туристско-рекреационных кл</w:t>
            </w:r>
            <w:r>
              <w:t>а</w:t>
            </w:r>
            <w:r>
              <w:t>стеров на территории Республики Карелия»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19 0 02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292 400,0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E42470">
            <w:pPr>
              <w:rPr>
                <w:sz w:val="24"/>
                <w:szCs w:val="24"/>
              </w:rPr>
            </w:pPr>
            <w:proofErr w:type="gramStart"/>
            <w:r>
              <w:t>Создание комплекса обеспечивающей инфраструктуры туристско-рекреационного кластера «Южная Карелия» в Республике Карелия, в том числе систем водоснабжения, водоотведения, канализации, электроснабжения, газ</w:t>
            </w:r>
            <w:r>
              <w:t>о</w:t>
            </w:r>
            <w:r>
              <w:lastRenderedPageBreak/>
              <w:t>снабжения, транспортной инфраструктуры (строител</w:t>
            </w:r>
            <w:r>
              <w:t>ь</w:t>
            </w:r>
            <w:r>
              <w:t xml:space="preserve">ство линии ЛЭП (14 км) на участке «Поселок </w:t>
            </w:r>
            <w:proofErr w:type="spellStart"/>
            <w:r>
              <w:t>Леппяси</w:t>
            </w:r>
            <w:r>
              <w:t>л</w:t>
            </w:r>
            <w:r>
              <w:t>та</w:t>
            </w:r>
            <w:proofErr w:type="spellEnd"/>
            <w:r>
              <w:t xml:space="preserve"> </w:t>
            </w:r>
            <w:r w:rsidR="00E42470">
              <w:t>–</w:t>
            </w:r>
            <w:r>
              <w:t xml:space="preserve"> водопад «Белые мосты») (Бюджетные инвестиции)</w:t>
            </w:r>
            <w:proofErr w:type="gramEnd"/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 xml:space="preserve">19 0 02 </w:t>
            </w:r>
            <w:proofErr w:type="spellStart"/>
            <w:r>
              <w:t>R1104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Создание комплекса обеспечивающей инфраструктуры туристско-рекреационного кластера «Южная Карелия» в Республике Карелия, в том числе систем водоснабжения, водоотведения, канализации, электроснабжения, газ</w:t>
            </w:r>
            <w:r>
              <w:t>о</w:t>
            </w:r>
            <w:r>
              <w:t>снабжения, транспортной инфраструктуры (автомобил</w:t>
            </w:r>
            <w:r>
              <w:t>ь</w:t>
            </w:r>
            <w:r>
              <w:t>ная дорога к туристическому объекту «Водопад «М</w:t>
            </w:r>
            <w:r>
              <w:t>о</w:t>
            </w:r>
            <w:r>
              <w:t xml:space="preserve">лочный», </w:t>
            </w:r>
            <w:proofErr w:type="gramStart"/>
            <w:r>
              <w:t>км</w:t>
            </w:r>
            <w:proofErr w:type="gramEnd"/>
            <w:r>
              <w:t xml:space="preserve"> 0 – км 4+500)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R1105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202 400,0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E42470">
            <w:pPr>
              <w:rPr>
                <w:sz w:val="24"/>
                <w:szCs w:val="24"/>
              </w:rPr>
            </w:pPr>
            <w:r>
              <w:t>Создание комплекса обеспечивающей инфраструктуры туристско-рекреационного кластера «Южная Карелия» в Республике Карелия, в том числе систем водоснабжения, водоотведения, канализации, электроснабжения, газ</w:t>
            </w:r>
            <w:r>
              <w:t>о</w:t>
            </w:r>
            <w:r>
              <w:t>снабжения, транспортной инфраструктуры (автомобил</w:t>
            </w:r>
            <w:r>
              <w:t>ь</w:t>
            </w:r>
            <w:r>
              <w:t>ная дорога к туристическому объекту «Вотчина карел</w:t>
            </w:r>
            <w:r>
              <w:t>ь</w:t>
            </w:r>
            <w:r>
              <w:t xml:space="preserve">ского </w:t>
            </w:r>
            <w:r w:rsidR="00E42470">
              <w:t>Д</w:t>
            </w:r>
            <w:r>
              <w:t xml:space="preserve">еда </w:t>
            </w:r>
            <w:r w:rsidR="00E42470">
              <w:t>М</w:t>
            </w:r>
            <w:r>
              <w:t xml:space="preserve">ороза </w:t>
            </w:r>
            <w:r w:rsidR="00E42470">
              <w:t xml:space="preserve">– </w:t>
            </w:r>
            <w:proofErr w:type="spellStart"/>
            <w:r>
              <w:t>Талви</w:t>
            </w:r>
            <w:proofErr w:type="spellEnd"/>
            <w:r>
              <w:t xml:space="preserve"> </w:t>
            </w:r>
            <w:proofErr w:type="spellStart"/>
            <w:r>
              <w:t>Укко</w:t>
            </w:r>
            <w:proofErr w:type="spellEnd"/>
            <w:r>
              <w:t>», км 0 – км 0+800) (Бюджетные инвестиции)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R1106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19.1.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</w:t>
            </w:r>
            <w:r>
              <w:t>у</w:t>
            </w:r>
            <w:r>
              <w:t>дарственной программы»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«Формирование современной городской среды» на 2018–2022 годы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134 249,0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обустройству мест </w:t>
            </w:r>
            <w:r>
              <w:lastRenderedPageBreak/>
              <w:t xml:space="preserve">массового отдыха населения» 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20 0 01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обустройства мест массового отдыха населения (городских парков)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20 0 01 </w:t>
            </w:r>
            <w:proofErr w:type="spellStart"/>
            <w:r>
              <w:t>R5600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мер</w:t>
            </w:r>
            <w:r>
              <w:t>о</w:t>
            </w:r>
            <w:r>
              <w:t>приятий приоритетного проекта Российской Федерации «Формирование комфортной городской среды»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совреме</w:t>
            </w:r>
            <w:r>
              <w:t>н</w:t>
            </w:r>
            <w:r>
              <w:t>ной городской среды 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R5550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</w:t>
            </w:r>
            <w:proofErr w:type="spellStart"/>
            <w:r>
              <w:rPr>
                <w:b/>
                <w:bCs/>
              </w:rPr>
              <w:t>Этносоциальное</w:t>
            </w:r>
            <w:proofErr w:type="spellEnd"/>
            <w:r>
              <w:rPr>
                <w:b/>
                <w:bCs/>
              </w:rPr>
              <w:t xml:space="preserve"> и этнокультурное развитие терр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торий традиционного проживания коренных нар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дов»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3 998,5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«Создание условий для социал</w:t>
            </w:r>
            <w:r>
              <w:t>ь</w:t>
            </w:r>
            <w:r>
              <w:t>но-экономического развития территорий традиционного проживания коренных народов»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21 0 01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2 827,1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экономического и социального развития коренных малочисленных нар</w:t>
            </w:r>
            <w:r>
              <w:t>о</w:t>
            </w:r>
            <w:r>
              <w:t>дов Севера, Сибири и Дальнего Востока (Субсидии)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2 577,1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экономического и социального развития коренных малочисленных нар</w:t>
            </w:r>
            <w:r>
              <w:t>о</w:t>
            </w:r>
            <w:r>
              <w:t>дов Севера, Сибири и Дальнего Востока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Основное мероприятие «Развитие этнокультурного п</w:t>
            </w:r>
            <w:r>
              <w:t>о</w:t>
            </w:r>
            <w:r>
              <w:t>тенциала коренных народов»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21 0 02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1 171,4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(Иные закупки товаров, работ и услуг для обеспечения государственных (мун</w:t>
            </w:r>
            <w:r>
              <w:t>и</w:t>
            </w:r>
            <w:r>
              <w:lastRenderedPageBreak/>
              <w:t>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21 0 02 77000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1 021,4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(Премии и гранты)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</w:t>
            </w:r>
            <w:r>
              <w:t>з</w:t>
            </w:r>
            <w:r>
              <w:t>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Непрограммные направления деятельности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1 841 911,6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Проведение выборов в Законодательное Собрание Ре</w:t>
            </w:r>
            <w:r>
              <w:t>с</w:t>
            </w:r>
            <w:r>
              <w:t>публики Карелия (Специальные расходы)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30 0 00 10750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созданию комиссий по делам несове</w:t>
            </w:r>
            <w:r>
              <w:t>р</w:t>
            </w:r>
            <w:r>
              <w:t>шеннолетних и защите их прав и организации деятел</w:t>
            </w:r>
            <w:r>
              <w:t>ь</w:t>
            </w:r>
            <w:r>
              <w:t>ности таких комиссий 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30 0 00 42020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10 543,0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</w:t>
            </w:r>
            <w:r>
              <w:t>и</w:t>
            </w:r>
            <w:r>
              <w:t>ки Карелия по созданию и обеспечению деятельности административных комиссий и определению перечня должностных лиц, уполномоченных составлять прот</w:t>
            </w:r>
            <w:r>
              <w:t>о</w:t>
            </w:r>
            <w:r>
              <w:t>колы об административных правонарушениях (Субве</w:t>
            </w:r>
            <w:r>
              <w:t>н</w:t>
            </w:r>
            <w:r>
              <w:t>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30 0 00 42140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8 539,0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первичному воинскому учету на террит</w:t>
            </w:r>
            <w:r>
              <w:t>о</w:t>
            </w:r>
            <w:r>
              <w:t>риях, где отсутствуют военные комиссариаты (Субве</w:t>
            </w:r>
            <w:r>
              <w:t>н</w:t>
            </w:r>
            <w:r>
              <w:t>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30 0 00 51180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составлению (изменению) списков канд</w:t>
            </w:r>
            <w:r>
              <w:t>и</w:t>
            </w:r>
            <w:r>
              <w:t>датов в присяжные заседатели федеральных судов о</w:t>
            </w:r>
            <w:r>
              <w:t>б</w:t>
            </w:r>
            <w:r>
              <w:lastRenderedPageBreak/>
              <w:t>щей юрисдикции в Российской Федерации (Субвенции)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30 0 00 51200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Компенсация части затрат инвесторов по выполнению кадастровых работ в отношении земельных участков, находящихся в собственности Республики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</w:t>
            </w:r>
            <w:r>
              <w:t>б</w:t>
            </w:r>
            <w:r>
              <w:t>щегосударственным управлением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8 177,3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</w:t>
            </w:r>
            <w:r>
              <w:t>б</w:t>
            </w:r>
            <w:r>
              <w:t>щегосударственным управлением (Иные выплаты нас</w:t>
            </w:r>
            <w:r>
              <w:t>е</w:t>
            </w:r>
            <w:r>
              <w:t>лению)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</w:t>
            </w:r>
            <w:r>
              <w:t>б</w:t>
            </w:r>
            <w:r>
              <w:t>щегосударственным управлением (Исполнение суде</w:t>
            </w:r>
            <w:r>
              <w:t>б</w:t>
            </w:r>
            <w:r>
              <w:t>ных актов)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</w:t>
            </w:r>
            <w:r>
              <w:t>б</w:t>
            </w:r>
            <w:r>
              <w:t>щегосударственным управлением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</w:t>
            </w:r>
            <w:r>
              <w:t>б</w:t>
            </w:r>
            <w:r>
              <w:t>щегосударственным управлением (Предоставление пл</w:t>
            </w:r>
            <w:r>
              <w:t>а</w:t>
            </w:r>
            <w:r>
              <w:t>тежей, взносов, безвозмездных перечислений субъектам международного права)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Прием иностранных делегаций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30 0 00 75040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для ликвидации чрезвычайных ситуаций (Резервные сре</w:t>
            </w:r>
            <w:r>
              <w:t>д</w:t>
            </w:r>
            <w:r>
              <w:lastRenderedPageBreak/>
              <w:t>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30 0 00 75050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Резерв на финансовое обеспечение расходных обяз</w:t>
            </w:r>
            <w:r>
              <w:t>а</w:t>
            </w:r>
            <w:r>
              <w:t xml:space="preserve">тельств Республики Карелия, </w:t>
            </w:r>
            <w:proofErr w:type="spellStart"/>
            <w:r>
              <w:t>софинансируемых</w:t>
            </w:r>
            <w:proofErr w:type="spellEnd"/>
            <w:r>
              <w:t xml:space="preserve"> из ф</w:t>
            </w:r>
            <w:r>
              <w:t>е</w:t>
            </w:r>
            <w:r>
              <w:t>дерального бюджета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30 0 00 75060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Резерв на заработную плату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ант</w:t>
            </w:r>
            <w:r>
              <w:t>и</w:t>
            </w:r>
            <w:r>
              <w:t>коррупционной политики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 xml:space="preserve">Резерв на разработку проектно-сметной документации по объектам, планируемым к </w:t>
            </w:r>
            <w:proofErr w:type="spellStart"/>
            <w:r>
              <w:t>софинансированию</w:t>
            </w:r>
            <w:proofErr w:type="spellEnd"/>
            <w:r>
              <w:t xml:space="preserve"> из ф</w:t>
            </w:r>
            <w:r>
              <w:t>е</w:t>
            </w:r>
            <w:r>
              <w:t>дерального бюджета в рамках федеральных программ 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30 0 00 75150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850FF0">
            <w:pPr>
              <w:ind w:right="-80"/>
              <w:rPr>
                <w:sz w:val="24"/>
                <w:szCs w:val="24"/>
              </w:rPr>
            </w:pPr>
            <w:r>
              <w:t>Формирование и пополнение материального резерва (З</w:t>
            </w:r>
            <w:r>
              <w:t>а</w:t>
            </w:r>
            <w:r>
              <w:t>купка товаров, работ и услуг в целях формирования гос</w:t>
            </w:r>
            <w:bookmarkStart w:id="0" w:name="_GoBack"/>
            <w:bookmarkEnd w:id="0"/>
            <w:r>
              <w:t>у</w:t>
            </w:r>
            <w:r>
              <w:t>дарственного материального резерва)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30 0 00 75160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2 300,0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6 217,4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2 180,4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Финансовое обеспечение выполнения функций органов государственной власти (государственных органов) Ре</w:t>
            </w:r>
            <w:r>
              <w:t>с</w:t>
            </w:r>
            <w:r>
              <w:t xml:space="preserve">публики Карелия, оказания услуг и выполнения работ государственными учреждениями Республики Карелия </w:t>
            </w:r>
            <w:r>
              <w:lastRenderedPageBreak/>
              <w:t>(Резервные средства)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30 0 00 75200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301 460,2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Ежемесячное пожизненное содержание судей Констит</w:t>
            </w:r>
            <w:r>
              <w:t>у</w:t>
            </w:r>
            <w:r>
              <w:t>ционного Суда Республики Карелия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30 0 00 88600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Глава Республики Карелия (Расходы на выплаты перс</w:t>
            </w:r>
            <w:r>
              <w:t>о</w:t>
            </w:r>
            <w:r>
              <w:t>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4 259,7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Председатель Законодательного Собрания Республики Карелия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3 531,1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Депутаты Законодательного Собрания Республики К</w:t>
            </w:r>
            <w:r>
              <w:t>а</w:t>
            </w:r>
            <w:r>
              <w:t>релия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35 182,0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</w:t>
            </w:r>
            <w:r>
              <w:t>е</w:t>
            </w:r>
            <w:r>
              <w:t>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87 485,3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</w:t>
            </w:r>
            <w:r>
              <w:t>е</w:t>
            </w:r>
            <w:r>
              <w:t>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36 185,9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правам человека в Республике К</w:t>
            </w:r>
            <w:r>
              <w:t>а</w:t>
            </w:r>
            <w:r>
              <w:t>релия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2 326,3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правам человека в Республике К</w:t>
            </w:r>
            <w:r>
              <w:t>а</w:t>
            </w:r>
            <w:r>
              <w:t>релия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124,8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</w:t>
            </w:r>
            <w:r>
              <w:t>е</w:t>
            </w:r>
            <w:r>
              <w:t xml:space="preserve">лия (Расходы на выплаты персоналу государственных </w:t>
            </w:r>
            <w:r>
              <w:lastRenderedPageBreak/>
              <w:t>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</w:t>
            </w:r>
            <w:r>
              <w:t>е</w:t>
            </w:r>
            <w:r>
              <w:t>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80,4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защите прав предпринимателей в Республике Карелия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Уполномоченный по защите прав предпринимателей в Республике Карелия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Общественная палата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1 192,3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Общественная палата Республики Карелия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99,4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Члены избирательной комиссии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6 601,5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30 520,2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949,8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</w:t>
            </w:r>
            <w:r>
              <w:t>а</w:t>
            </w:r>
            <w:r>
              <w:lastRenderedPageBreak/>
              <w:t>ты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23 072,9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</w:t>
            </w:r>
            <w:r>
              <w:t>а</w:t>
            </w:r>
            <w:r>
              <w:t>ты Республики Карелия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2 141,2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</w:t>
            </w:r>
            <w:r>
              <w:t>а</w:t>
            </w:r>
            <w:r>
              <w:t>ты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Судьи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6 167,4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44,7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184 493,3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t>нами исполнительной власти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20 774,6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</w:t>
            </w:r>
            <w:r>
              <w:t>а</w:t>
            </w:r>
            <w:r>
              <w:lastRenderedPageBreak/>
              <w:t>нами исполнительной власти Республики Карелия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Республике Карелия, Уполномоченн</w:t>
            </w:r>
            <w:r>
              <w:t>о</w:t>
            </w:r>
            <w:r>
              <w:t>го по защите прав предпринимателей в Республике К</w:t>
            </w:r>
            <w:r>
              <w:t>а</w:t>
            </w:r>
            <w:r>
              <w:t>релия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2 535,8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Республике Карелия, Уполномоченн</w:t>
            </w:r>
            <w:r>
              <w:t>о</w:t>
            </w:r>
            <w:r>
              <w:t>го по защите прав предпринимателей в Республике К</w:t>
            </w:r>
            <w:r>
              <w:t>а</w:t>
            </w:r>
            <w:r>
              <w:t>релия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депутатов Государственной Думы и их помощников в избирательных округах (Ра</w:t>
            </w:r>
            <w:r>
              <w:t>с</w:t>
            </w:r>
            <w:r>
              <w:t>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5 195,0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деятельности депутатов Государственной Думы и их помощников в избирательных округах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905,0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</w:t>
            </w:r>
            <w:r>
              <w:t>и</w:t>
            </w:r>
            <w:r>
              <w:t>ков в субъектах Российской Федерации (Расходы на в</w:t>
            </w:r>
            <w:r>
              <w:t>ы</w:t>
            </w:r>
            <w:r>
              <w:t>платы персоналу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4 044,1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</w:t>
            </w:r>
            <w:r>
              <w:t>и</w:t>
            </w:r>
            <w:r>
              <w:t xml:space="preserve">ков в субъектах Российской Федерации (Иные закупки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lastRenderedPageBreak/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554,5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(Расходы на выплаты персоналу государственных (муниципальных) органов)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8 151,9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государственную регистрацию актов гражданского состояния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выполнение работ по переводу в эле</w:t>
            </w:r>
            <w:r>
              <w:t>к</w:t>
            </w:r>
            <w:r>
              <w:t>тронную форму книг государственной регистрации а</w:t>
            </w:r>
            <w:r>
              <w:t>к</w:t>
            </w:r>
            <w:r>
              <w:t>тов гражданского состояния (актовых книг) (Субсидии юридическим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29 652,3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(Расходы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65 972,2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(Иные закупки товаров, работ и услуг для обесп</w:t>
            </w:r>
            <w:r>
              <w:t>е</w:t>
            </w:r>
            <w:r>
              <w:t>чения государственных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53 432,7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орган</w:t>
            </w:r>
            <w:r>
              <w:t>и</w:t>
            </w:r>
            <w:r>
              <w:t>заций (Уплата налогов, сборов и иных платежей)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1 897,6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органов государственной власти Республики Карелия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614BE" w:rsidRDefault="00A614BE" w:rsidP="001D63CA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A614BE" w:rsidTr="00A614BE"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2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4BE" w:rsidRDefault="00A614BE" w:rsidP="001D63CA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37 266 070,1</w:t>
            </w:r>
          </w:p>
        </w:tc>
      </w:tr>
    </w:tbl>
    <w:p w:rsidR="00A614BE" w:rsidRPr="00AF4B18" w:rsidRDefault="00A614BE" w:rsidP="00A614BE"/>
    <w:p w:rsidR="00AA6D5E" w:rsidRPr="00A614BE" w:rsidRDefault="00AA6D5E" w:rsidP="00A614BE"/>
    <w:sectPr w:rsidR="00AA6D5E" w:rsidRPr="00A614BE" w:rsidSect="00A614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3CA" w:rsidRDefault="001D63CA" w:rsidP="00E12559">
      <w:r>
        <w:separator/>
      </w:r>
    </w:p>
  </w:endnote>
  <w:endnote w:type="continuationSeparator" w:id="0">
    <w:p w:rsidR="001D63CA" w:rsidRDefault="001D63CA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3CA" w:rsidRDefault="001D63CA" w:rsidP="00E12559">
      <w:r>
        <w:separator/>
      </w:r>
    </w:p>
  </w:footnote>
  <w:footnote w:type="continuationSeparator" w:id="0">
    <w:p w:rsidR="001D63CA" w:rsidRDefault="001D63CA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 w:rsidP="001D63C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D63CA" w:rsidRDefault="001D63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 w:rsidP="001D63CA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50FF0">
      <w:rPr>
        <w:rStyle w:val="a9"/>
        <w:noProof/>
      </w:rPr>
      <w:t>99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1D63CA" w:rsidRDefault="00850FF0">
        <w:pPr>
          <w:pStyle w:val="a3"/>
          <w:jc w:val="center"/>
        </w:pPr>
      </w:p>
    </w:sdtContent>
  </w:sdt>
  <w:p w:rsidR="001D63CA" w:rsidRDefault="001D63C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3CA" w:rsidRDefault="001D63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41B0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01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6C9A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0DE0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D63CA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0250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14C9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7E0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2DF0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418D"/>
    <w:rsid w:val="00645884"/>
    <w:rsid w:val="0064653F"/>
    <w:rsid w:val="00646A0B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6CB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0FF0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65EC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06A9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41B0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14BE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CC8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09BC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0AC6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247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397B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A614BE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A614BE"/>
    <w:rPr>
      <w:color w:val="800080"/>
      <w:u w:val="single"/>
    </w:rPr>
  </w:style>
  <w:style w:type="paragraph" w:customStyle="1" w:styleId="xl63">
    <w:name w:val="xl63"/>
    <w:basedOn w:val="a"/>
    <w:rsid w:val="00A614BE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65">
    <w:name w:val="xl65"/>
    <w:basedOn w:val="a"/>
    <w:rsid w:val="00A614BE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66">
    <w:name w:val="xl66"/>
    <w:basedOn w:val="a"/>
    <w:rsid w:val="00A614BE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A614BE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8">
    <w:name w:val="xl68"/>
    <w:basedOn w:val="a"/>
    <w:rsid w:val="00A614BE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48"/>
      <w:szCs w:val="48"/>
      <w:lang w:eastAsia="ru-RU"/>
    </w:rPr>
  </w:style>
  <w:style w:type="paragraph" w:customStyle="1" w:styleId="xl69">
    <w:name w:val="xl69"/>
    <w:basedOn w:val="a"/>
    <w:rsid w:val="00A614BE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0">
    <w:name w:val="xl70"/>
    <w:basedOn w:val="a"/>
    <w:rsid w:val="00A614BE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1">
    <w:name w:val="xl71"/>
    <w:basedOn w:val="a"/>
    <w:rsid w:val="00A614B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"/>
    <w:rsid w:val="00A614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3">
    <w:name w:val="xl73"/>
    <w:basedOn w:val="a"/>
    <w:rsid w:val="00A614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4">
    <w:name w:val="xl74"/>
    <w:basedOn w:val="a"/>
    <w:rsid w:val="00A614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"/>
    <w:rsid w:val="00A614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A614BE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A614B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614BE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A614BE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0">
    <w:name w:val="xl80"/>
    <w:basedOn w:val="a"/>
    <w:rsid w:val="00A614BE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1">
    <w:name w:val="xl81"/>
    <w:basedOn w:val="a"/>
    <w:rsid w:val="00A614BE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A614BE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614BE"/>
    <w:pP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A614BE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A614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6">
    <w:name w:val="xl86"/>
    <w:basedOn w:val="a"/>
    <w:rsid w:val="00A614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7">
    <w:name w:val="xl87"/>
    <w:basedOn w:val="a"/>
    <w:rsid w:val="00A614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8">
    <w:name w:val="xl88"/>
    <w:basedOn w:val="a"/>
    <w:rsid w:val="00A614B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9">
    <w:name w:val="xl89"/>
    <w:basedOn w:val="a"/>
    <w:rsid w:val="00A614BE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614BE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614BE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92">
    <w:name w:val="xl92"/>
    <w:basedOn w:val="a"/>
    <w:rsid w:val="00A614BE"/>
    <w:pPr>
      <w:spacing w:before="100" w:beforeAutospacing="1" w:after="100" w:afterAutospacing="1"/>
      <w:jc w:val="right"/>
    </w:pPr>
    <w:rPr>
      <w:rFonts w:eastAsia="Times New Roman"/>
      <w:lang w:eastAsia="ru-RU"/>
    </w:rPr>
  </w:style>
  <w:style w:type="paragraph" w:customStyle="1" w:styleId="xl93">
    <w:name w:val="xl93"/>
    <w:basedOn w:val="a"/>
    <w:rsid w:val="00A614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A614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A614BE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character" w:styleId="a9">
    <w:name w:val="page number"/>
    <w:basedOn w:val="a0"/>
    <w:uiPriority w:val="99"/>
    <w:semiHidden/>
    <w:unhideWhenUsed/>
    <w:rsid w:val="00A614BE"/>
  </w:style>
  <w:style w:type="paragraph" w:styleId="aa">
    <w:name w:val="Balloon Text"/>
    <w:basedOn w:val="a"/>
    <w:link w:val="ab"/>
    <w:uiPriority w:val="99"/>
    <w:semiHidden/>
    <w:unhideWhenUsed/>
    <w:rsid w:val="00096C9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96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8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42</TotalTime>
  <Pages>105</Pages>
  <Words>22068</Words>
  <Characters>125793</Characters>
  <Application>Microsoft Office Word</Application>
  <DocSecurity>0</DocSecurity>
  <Lines>1048</Lines>
  <Paragraphs>295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147566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20</cp:revision>
  <cp:lastPrinted>2017-12-13T11:33:00Z</cp:lastPrinted>
  <dcterms:created xsi:type="dcterms:W3CDTF">2017-12-08T12:40:00Z</dcterms:created>
  <dcterms:modified xsi:type="dcterms:W3CDTF">2017-12-13T11:36:00Z</dcterms:modified>
</cp:coreProperties>
</file>